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E8" w:rsidRPr="004C2AF2" w:rsidRDefault="001A33E8" w:rsidP="001A33E8">
      <w:pPr>
        <w:jc w:val="center"/>
        <w:rPr>
          <w:sz w:val="28"/>
          <w:szCs w:val="28"/>
        </w:rPr>
      </w:pPr>
      <w:r w:rsidRPr="004C2AF2">
        <w:rPr>
          <w:b/>
          <w:sz w:val="28"/>
          <w:szCs w:val="28"/>
        </w:rPr>
        <w:t>ПОЯСНИТЕЛЬНАЯ ЗАПИСКА</w:t>
      </w:r>
    </w:p>
    <w:p w:rsidR="001A33E8" w:rsidRPr="00BF3BD6" w:rsidRDefault="001A33E8" w:rsidP="001A33E8">
      <w:pPr>
        <w:jc w:val="center"/>
        <w:rPr>
          <w:sz w:val="28"/>
          <w:szCs w:val="28"/>
        </w:rPr>
      </w:pPr>
      <w:r w:rsidRPr="00BF3BD6">
        <w:rPr>
          <w:sz w:val="28"/>
          <w:szCs w:val="28"/>
        </w:rPr>
        <w:t>к решени</w:t>
      </w:r>
      <w:r w:rsidR="00C63B81">
        <w:rPr>
          <w:sz w:val="28"/>
          <w:szCs w:val="28"/>
        </w:rPr>
        <w:t>ю</w:t>
      </w:r>
      <w:r w:rsidRPr="00BF3BD6">
        <w:rPr>
          <w:sz w:val="28"/>
          <w:szCs w:val="28"/>
        </w:rPr>
        <w:t xml:space="preserve"> </w:t>
      </w:r>
      <w:proofErr w:type="spellStart"/>
      <w:r w:rsidR="00BF3BD6" w:rsidRPr="00BF3BD6">
        <w:rPr>
          <w:sz w:val="28"/>
          <w:szCs w:val="28"/>
        </w:rPr>
        <w:t>Чеглаковской</w:t>
      </w:r>
      <w:proofErr w:type="spellEnd"/>
      <w:r w:rsidRPr="00BF3BD6">
        <w:rPr>
          <w:sz w:val="28"/>
          <w:szCs w:val="28"/>
        </w:rPr>
        <w:t xml:space="preserve"> сельско</w:t>
      </w:r>
      <w:r w:rsidR="00A85D22" w:rsidRPr="00BF3BD6">
        <w:rPr>
          <w:sz w:val="28"/>
          <w:szCs w:val="28"/>
        </w:rPr>
        <w:t>й</w:t>
      </w:r>
      <w:r w:rsidRPr="00BF3BD6">
        <w:rPr>
          <w:sz w:val="28"/>
          <w:szCs w:val="28"/>
        </w:rPr>
        <w:t xml:space="preserve"> </w:t>
      </w:r>
      <w:r w:rsidR="00A85D22" w:rsidRPr="00BF3BD6">
        <w:rPr>
          <w:sz w:val="28"/>
          <w:szCs w:val="28"/>
        </w:rPr>
        <w:t>Думы</w:t>
      </w:r>
    </w:p>
    <w:p w:rsidR="00BF3BD6" w:rsidRPr="0098772E" w:rsidRDefault="00E95A34" w:rsidP="00BF3BD6">
      <w:pPr>
        <w:pStyle w:val="ConsPlusTitle"/>
        <w:widowControl/>
        <w:jc w:val="center"/>
        <w:rPr>
          <w:sz w:val="28"/>
          <w:szCs w:val="28"/>
        </w:rPr>
      </w:pPr>
      <w:r w:rsidRPr="00BF3BD6">
        <w:rPr>
          <w:b w:val="0"/>
          <w:spacing w:val="-1"/>
          <w:sz w:val="28"/>
          <w:szCs w:val="28"/>
        </w:rPr>
        <w:t xml:space="preserve">О </w:t>
      </w:r>
      <w:r w:rsidR="00FD648E" w:rsidRPr="00BF3BD6">
        <w:rPr>
          <w:b w:val="0"/>
          <w:spacing w:val="-1"/>
          <w:sz w:val="28"/>
          <w:szCs w:val="28"/>
        </w:rPr>
        <w:t>внесении изменений в решение №</w:t>
      </w:r>
      <w:r w:rsidR="00626C62">
        <w:rPr>
          <w:b w:val="0"/>
          <w:spacing w:val="-1"/>
          <w:sz w:val="28"/>
          <w:szCs w:val="28"/>
        </w:rPr>
        <w:t xml:space="preserve"> 15/1 от 15.12.2023</w:t>
      </w:r>
      <w:r w:rsidRPr="00BF3BD6">
        <w:rPr>
          <w:b w:val="0"/>
          <w:spacing w:val="-1"/>
          <w:sz w:val="28"/>
          <w:szCs w:val="28"/>
        </w:rPr>
        <w:t xml:space="preserve"> года</w:t>
      </w:r>
      <w:r w:rsidRPr="004C2AF2">
        <w:rPr>
          <w:spacing w:val="-1"/>
          <w:sz w:val="28"/>
          <w:szCs w:val="28"/>
        </w:rPr>
        <w:t xml:space="preserve"> «</w:t>
      </w:r>
      <w:r w:rsidR="00BF3BD6" w:rsidRPr="0098772E">
        <w:rPr>
          <w:spacing w:val="-1"/>
          <w:sz w:val="28"/>
          <w:szCs w:val="28"/>
        </w:rPr>
        <w:t>О Бюджете</w:t>
      </w:r>
      <w:r w:rsidR="00BF3BD6" w:rsidRPr="0098772E">
        <w:rPr>
          <w:sz w:val="28"/>
          <w:szCs w:val="28"/>
        </w:rPr>
        <w:t xml:space="preserve"> </w:t>
      </w:r>
      <w:proofErr w:type="spellStart"/>
      <w:r w:rsidR="00BF3BD6" w:rsidRPr="0098772E">
        <w:rPr>
          <w:sz w:val="28"/>
          <w:szCs w:val="28"/>
        </w:rPr>
        <w:t>Чеглаковского</w:t>
      </w:r>
      <w:proofErr w:type="spellEnd"/>
      <w:r w:rsidR="00BF3BD6" w:rsidRPr="0098772E">
        <w:rPr>
          <w:sz w:val="28"/>
          <w:szCs w:val="28"/>
        </w:rPr>
        <w:t xml:space="preserve"> сельского поселения</w:t>
      </w:r>
      <w:r w:rsidR="00BF3BD6" w:rsidRPr="0098772E">
        <w:rPr>
          <w:spacing w:val="-2"/>
          <w:sz w:val="28"/>
          <w:szCs w:val="28"/>
        </w:rPr>
        <w:t xml:space="preserve"> </w:t>
      </w:r>
      <w:r w:rsidR="00BF3BD6" w:rsidRPr="0098772E">
        <w:rPr>
          <w:sz w:val="28"/>
          <w:szCs w:val="28"/>
        </w:rPr>
        <w:t>на 202</w:t>
      </w:r>
      <w:r w:rsidR="00626C62">
        <w:rPr>
          <w:sz w:val="28"/>
          <w:szCs w:val="28"/>
        </w:rPr>
        <w:t>4</w:t>
      </w:r>
      <w:r w:rsidR="00BF3BD6" w:rsidRPr="0098772E">
        <w:rPr>
          <w:sz w:val="28"/>
          <w:szCs w:val="28"/>
        </w:rPr>
        <w:t xml:space="preserve"> год </w:t>
      </w:r>
    </w:p>
    <w:p w:rsidR="001A33E8" w:rsidRPr="004C2AF2" w:rsidRDefault="00BF3BD6" w:rsidP="00BF3BD6">
      <w:pPr>
        <w:pStyle w:val="ConsPlusTitle"/>
        <w:widowControl/>
        <w:jc w:val="center"/>
        <w:rPr>
          <w:b w:val="0"/>
          <w:sz w:val="28"/>
          <w:szCs w:val="28"/>
        </w:rPr>
      </w:pPr>
      <w:r w:rsidRPr="0098772E">
        <w:rPr>
          <w:sz w:val="28"/>
          <w:szCs w:val="28"/>
        </w:rPr>
        <w:t>и на плановый период 202</w:t>
      </w:r>
      <w:r w:rsidR="00626C62">
        <w:rPr>
          <w:sz w:val="28"/>
          <w:szCs w:val="28"/>
        </w:rPr>
        <w:t>5</w:t>
      </w:r>
      <w:r w:rsidRPr="0098772E">
        <w:rPr>
          <w:sz w:val="28"/>
          <w:szCs w:val="28"/>
        </w:rPr>
        <w:t xml:space="preserve"> и 202</w:t>
      </w:r>
      <w:r w:rsidR="00626C62">
        <w:rPr>
          <w:sz w:val="28"/>
          <w:szCs w:val="28"/>
        </w:rPr>
        <w:t>6</w:t>
      </w:r>
      <w:r w:rsidRPr="0098772E">
        <w:rPr>
          <w:sz w:val="28"/>
          <w:szCs w:val="28"/>
        </w:rPr>
        <w:t xml:space="preserve"> годов</w:t>
      </w:r>
      <w:r w:rsidR="00E95A34" w:rsidRPr="004C2AF2">
        <w:rPr>
          <w:sz w:val="28"/>
          <w:szCs w:val="28"/>
        </w:rPr>
        <w:t>»</w:t>
      </w:r>
      <w:r w:rsidR="00D9371E" w:rsidRPr="004C2AF2">
        <w:rPr>
          <w:sz w:val="28"/>
          <w:szCs w:val="28"/>
        </w:rPr>
        <w:t xml:space="preserve"> (</w:t>
      </w:r>
      <w:r w:rsidR="007D17E9">
        <w:rPr>
          <w:sz w:val="28"/>
          <w:szCs w:val="28"/>
        </w:rPr>
        <w:t>июл</w:t>
      </w:r>
      <w:r w:rsidR="00DF622E">
        <w:rPr>
          <w:sz w:val="28"/>
          <w:szCs w:val="28"/>
        </w:rPr>
        <w:t>ь</w:t>
      </w:r>
      <w:r w:rsidR="001A33E8" w:rsidRPr="004C2AF2">
        <w:rPr>
          <w:sz w:val="28"/>
          <w:szCs w:val="28"/>
        </w:rPr>
        <w:t xml:space="preserve">) </w:t>
      </w:r>
    </w:p>
    <w:p w:rsidR="00415723" w:rsidRPr="004C2AF2" w:rsidRDefault="00415723" w:rsidP="002E7A33">
      <w:pPr>
        <w:ind w:firstLine="720"/>
        <w:jc w:val="both"/>
        <w:rPr>
          <w:sz w:val="28"/>
          <w:szCs w:val="28"/>
          <w:lang w:eastAsia="en-US"/>
        </w:rPr>
      </w:pPr>
    </w:p>
    <w:p w:rsidR="00205BF0" w:rsidRDefault="002E7A33" w:rsidP="004C2AF2">
      <w:pPr>
        <w:ind w:firstLine="720"/>
        <w:jc w:val="both"/>
        <w:rPr>
          <w:sz w:val="28"/>
          <w:szCs w:val="28"/>
          <w:lang w:eastAsia="en-US"/>
        </w:rPr>
      </w:pPr>
      <w:r w:rsidRPr="004C2AF2">
        <w:rPr>
          <w:sz w:val="28"/>
          <w:szCs w:val="28"/>
          <w:lang w:eastAsia="en-US"/>
        </w:rPr>
        <w:t xml:space="preserve">Внесение изменений в </w:t>
      </w:r>
      <w:r w:rsidR="003518B3" w:rsidRPr="004C2AF2">
        <w:rPr>
          <w:spacing w:val="-1"/>
          <w:sz w:val="28"/>
          <w:szCs w:val="28"/>
        </w:rPr>
        <w:t>бюджет</w:t>
      </w:r>
      <w:r w:rsidR="003518B3" w:rsidRPr="004C2AF2">
        <w:rPr>
          <w:sz w:val="28"/>
          <w:szCs w:val="28"/>
        </w:rPr>
        <w:t xml:space="preserve"> </w:t>
      </w:r>
      <w:proofErr w:type="spellStart"/>
      <w:r w:rsidR="00BF3BD6">
        <w:rPr>
          <w:spacing w:val="-3"/>
          <w:sz w:val="28"/>
          <w:szCs w:val="28"/>
        </w:rPr>
        <w:t>Чеглаковского</w:t>
      </w:r>
      <w:proofErr w:type="spellEnd"/>
      <w:r w:rsidR="00BF3BD6">
        <w:rPr>
          <w:spacing w:val="-3"/>
          <w:sz w:val="28"/>
          <w:szCs w:val="28"/>
        </w:rPr>
        <w:t xml:space="preserve"> сельского</w:t>
      </w:r>
      <w:r w:rsidR="003518B3" w:rsidRPr="004C2AF2">
        <w:rPr>
          <w:spacing w:val="-3"/>
          <w:sz w:val="28"/>
          <w:szCs w:val="28"/>
        </w:rPr>
        <w:t xml:space="preserve"> </w:t>
      </w:r>
      <w:r w:rsidR="003518B3" w:rsidRPr="004C2AF2">
        <w:rPr>
          <w:spacing w:val="-2"/>
          <w:sz w:val="28"/>
          <w:szCs w:val="28"/>
        </w:rPr>
        <w:t>поселени</w:t>
      </w:r>
      <w:r w:rsidR="00BF3BD6">
        <w:rPr>
          <w:spacing w:val="-2"/>
          <w:sz w:val="28"/>
          <w:szCs w:val="28"/>
        </w:rPr>
        <w:t>я</w:t>
      </w:r>
      <w:r w:rsidR="003518B3" w:rsidRPr="004C2AF2">
        <w:rPr>
          <w:sz w:val="28"/>
          <w:szCs w:val="28"/>
          <w:lang w:eastAsia="en-US"/>
        </w:rPr>
        <w:t xml:space="preserve"> </w:t>
      </w:r>
      <w:r w:rsidR="00CA457E" w:rsidRPr="004C2AF2">
        <w:rPr>
          <w:sz w:val="28"/>
          <w:szCs w:val="28"/>
          <w:lang w:eastAsia="en-US"/>
        </w:rPr>
        <w:t>на</w:t>
      </w:r>
      <w:r w:rsidR="00A01419" w:rsidRPr="004C2AF2">
        <w:rPr>
          <w:sz w:val="28"/>
          <w:szCs w:val="28"/>
          <w:lang w:eastAsia="en-US"/>
        </w:rPr>
        <w:t xml:space="preserve"> </w:t>
      </w:r>
      <w:r w:rsidR="00BF0EC1" w:rsidRPr="004C2AF2">
        <w:rPr>
          <w:sz w:val="28"/>
          <w:szCs w:val="28"/>
          <w:lang w:eastAsia="en-US"/>
        </w:rPr>
        <w:t>20</w:t>
      </w:r>
      <w:r w:rsidR="00626C62">
        <w:rPr>
          <w:sz w:val="28"/>
          <w:szCs w:val="28"/>
          <w:lang w:eastAsia="en-US"/>
        </w:rPr>
        <w:t>24</w:t>
      </w:r>
      <w:r w:rsidR="008430EC" w:rsidRPr="004C2AF2">
        <w:rPr>
          <w:sz w:val="28"/>
          <w:szCs w:val="28"/>
          <w:lang w:eastAsia="en-US"/>
        </w:rPr>
        <w:t xml:space="preserve"> год и планов</w:t>
      </w:r>
      <w:r w:rsidR="00C0467E" w:rsidRPr="004C2AF2">
        <w:rPr>
          <w:sz w:val="28"/>
          <w:szCs w:val="28"/>
          <w:lang w:eastAsia="en-US"/>
        </w:rPr>
        <w:t>ы</w:t>
      </w:r>
      <w:r w:rsidR="00BF0EC1" w:rsidRPr="004C2AF2">
        <w:rPr>
          <w:sz w:val="28"/>
          <w:szCs w:val="28"/>
          <w:lang w:eastAsia="en-US"/>
        </w:rPr>
        <w:t>й период 20</w:t>
      </w:r>
      <w:r w:rsidR="00626C62">
        <w:rPr>
          <w:sz w:val="28"/>
          <w:szCs w:val="28"/>
          <w:lang w:eastAsia="en-US"/>
        </w:rPr>
        <w:t>25</w:t>
      </w:r>
      <w:r w:rsidR="00BF0EC1" w:rsidRPr="004C2AF2">
        <w:rPr>
          <w:sz w:val="28"/>
          <w:szCs w:val="28"/>
          <w:lang w:eastAsia="en-US"/>
        </w:rPr>
        <w:t xml:space="preserve"> и 202</w:t>
      </w:r>
      <w:r w:rsidR="00626C62">
        <w:rPr>
          <w:sz w:val="28"/>
          <w:szCs w:val="28"/>
          <w:lang w:eastAsia="en-US"/>
        </w:rPr>
        <w:t>6</w:t>
      </w:r>
      <w:r w:rsidR="008430EC" w:rsidRPr="004C2AF2">
        <w:rPr>
          <w:sz w:val="28"/>
          <w:szCs w:val="28"/>
          <w:lang w:eastAsia="en-US"/>
        </w:rPr>
        <w:t xml:space="preserve"> </w:t>
      </w:r>
      <w:r w:rsidR="00CA457E" w:rsidRPr="004C2AF2">
        <w:rPr>
          <w:sz w:val="28"/>
          <w:szCs w:val="28"/>
          <w:lang w:eastAsia="en-US"/>
        </w:rPr>
        <w:t>годов обусловлено</w:t>
      </w:r>
      <w:r w:rsidRPr="004C2AF2">
        <w:rPr>
          <w:sz w:val="28"/>
          <w:szCs w:val="28"/>
          <w:lang w:eastAsia="en-US"/>
        </w:rPr>
        <w:t xml:space="preserve">: </w:t>
      </w:r>
    </w:p>
    <w:p w:rsidR="00B14860" w:rsidRPr="004C2AF2" w:rsidRDefault="002E7A33" w:rsidP="004C2AF2">
      <w:pPr>
        <w:ind w:firstLine="720"/>
        <w:jc w:val="both"/>
        <w:rPr>
          <w:sz w:val="28"/>
          <w:szCs w:val="28"/>
          <w:lang w:eastAsia="en-US"/>
        </w:rPr>
      </w:pPr>
      <w:r w:rsidRPr="004C2AF2">
        <w:rPr>
          <w:sz w:val="28"/>
          <w:szCs w:val="28"/>
          <w:lang w:eastAsia="en-US"/>
        </w:rPr>
        <w:t xml:space="preserve"> </w:t>
      </w:r>
      <w:bookmarkStart w:id="0" w:name="_GoBack"/>
      <w:bookmarkEnd w:id="0"/>
    </w:p>
    <w:p w:rsidR="00B14860" w:rsidRPr="004C2AF2" w:rsidRDefault="00352C58" w:rsidP="004C2AF2">
      <w:pPr>
        <w:ind w:firstLine="720"/>
        <w:jc w:val="both"/>
        <w:rPr>
          <w:sz w:val="28"/>
          <w:szCs w:val="28"/>
        </w:rPr>
      </w:pPr>
      <w:r w:rsidRPr="004C2AF2">
        <w:rPr>
          <w:sz w:val="28"/>
          <w:szCs w:val="28"/>
        </w:rPr>
        <w:t xml:space="preserve"> </w:t>
      </w:r>
      <w:r w:rsidR="00A01419" w:rsidRPr="004C2AF2">
        <w:rPr>
          <w:sz w:val="28"/>
          <w:szCs w:val="28"/>
        </w:rPr>
        <w:t>- уточнением расходной части бюджета</w:t>
      </w:r>
      <w:r w:rsidR="00A85D22" w:rsidRPr="004C2AF2">
        <w:rPr>
          <w:sz w:val="28"/>
          <w:szCs w:val="28"/>
        </w:rPr>
        <w:t xml:space="preserve"> </w:t>
      </w:r>
      <w:r w:rsidR="00626C62">
        <w:rPr>
          <w:sz w:val="28"/>
          <w:szCs w:val="28"/>
        </w:rPr>
        <w:t>на 2024</w:t>
      </w:r>
      <w:r w:rsidR="00A85D22" w:rsidRPr="004C2AF2">
        <w:rPr>
          <w:sz w:val="28"/>
          <w:szCs w:val="28"/>
        </w:rPr>
        <w:t xml:space="preserve"> год</w:t>
      </w:r>
      <w:r w:rsidR="00A01419" w:rsidRPr="004C2AF2">
        <w:rPr>
          <w:sz w:val="28"/>
          <w:szCs w:val="28"/>
        </w:rPr>
        <w:t>.</w:t>
      </w:r>
    </w:p>
    <w:p w:rsidR="00CC74C6" w:rsidRDefault="00331EA1" w:rsidP="00205BF0">
      <w:pPr>
        <w:tabs>
          <w:tab w:val="right" w:pos="98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14860" w:rsidRPr="004C2AF2">
        <w:rPr>
          <w:sz w:val="28"/>
          <w:szCs w:val="28"/>
        </w:rPr>
        <w:t>- уто</w:t>
      </w:r>
      <w:r w:rsidR="00BF3BD6">
        <w:rPr>
          <w:sz w:val="28"/>
          <w:szCs w:val="28"/>
        </w:rPr>
        <w:t xml:space="preserve">чнением </w:t>
      </w:r>
      <w:r w:rsidR="000A61AA">
        <w:rPr>
          <w:sz w:val="28"/>
          <w:szCs w:val="28"/>
        </w:rPr>
        <w:t xml:space="preserve">доходной части </w:t>
      </w:r>
      <w:proofErr w:type="spellStart"/>
      <w:r w:rsidR="000A61AA">
        <w:rPr>
          <w:sz w:val="28"/>
          <w:szCs w:val="28"/>
        </w:rPr>
        <w:t>бюждета</w:t>
      </w:r>
      <w:proofErr w:type="spellEnd"/>
      <w:r w:rsidR="00626C62">
        <w:rPr>
          <w:sz w:val="28"/>
          <w:szCs w:val="28"/>
        </w:rPr>
        <w:t xml:space="preserve"> на 2024</w:t>
      </w:r>
      <w:r w:rsidR="00B14860" w:rsidRPr="004C2AF2">
        <w:rPr>
          <w:sz w:val="28"/>
          <w:szCs w:val="28"/>
        </w:rPr>
        <w:t xml:space="preserve"> год.</w:t>
      </w:r>
    </w:p>
    <w:p w:rsidR="00DF622E" w:rsidRDefault="00DF622E" w:rsidP="00205BF0">
      <w:pPr>
        <w:tabs>
          <w:tab w:val="right" w:pos="9808"/>
        </w:tabs>
        <w:rPr>
          <w:sz w:val="28"/>
          <w:szCs w:val="28"/>
        </w:rPr>
      </w:pPr>
    </w:p>
    <w:p w:rsidR="00DF622E" w:rsidRPr="00DF622E" w:rsidRDefault="00DF622E" w:rsidP="00DF622E">
      <w:pPr>
        <w:jc w:val="center"/>
        <w:rPr>
          <w:sz w:val="28"/>
          <w:szCs w:val="28"/>
        </w:rPr>
      </w:pPr>
      <w:r w:rsidRPr="00DF622E">
        <w:rPr>
          <w:b/>
          <w:sz w:val="28"/>
          <w:szCs w:val="28"/>
        </w:rPr>
        <w:t xml:space="preserve">1.Корректировка доходной части бюджета </w:t>
      </w:r>
      <w:proofErr w:type="spellStart"/>
      <w:r w:rsidRPr="00DF622E">
        <w:rPr>
          <w:b/>
          <w:sz w:val="28"/>
          <w:szCs w:val="28"/>
        </w:rPr>
        <w:t>Чеглаковского</w:t>
      </w:r>
      <w:proofErr w:type="spellEnd"/>
      <w:r w:rsidRPr="00DF622E">
        <w:rPr>
          <w:b/>
          <w:sz w:val="28"/>
          <w:szCs w:val="28"/>
        </w:rPr>
        <w:t xml:space="preserve"> сельского поселения</w:t>
      </w:r>
    </w:p>
    <w:p w:rsidR="00DF622E" w:rsidRPr="00DF622E" w:rsidRDefault="00DF622E" w:rsidP="00DF622E">
      <w:pPr>
        <w:jc w:val="center"/>
        <w:rPr>
          <w:b/>
          <w:sz w:val="28"/>
          <w:szCs w:val="28"/>
        </w:rPr>
      </w:pPr>
      <w:r w:rsidRPr="00DF622E">
        <w:rPr>
          <w:sz w:val="28"/>
          <w:szCs w:val="28"/>
        </w:rPr>
        <w:t>Доходы бюджета поселения предлагается утвердить:</w:t>
      </w:r>
    </w:p>
    <w:p w:rsidR="00DF622E" w:rsidRPr="00DF622E" w:rsidRDefault="00DF622E" w:rsidP="00DF622E">
      <w:pPr>
        <w:jc w:val="center"/>
        <w:rPr>
          <w:sz w:val="28"/>
          <w:szCs w:val="28"/>
        </w:rPr>
      </w:pPr>
      <w:r w:rsidRPr="00DF622E">
        <w:rPr>
          <w:sz w:val="28"/>
          <w:szCs w:val="28"/>
        </w:rPr>
        <w:t>- на 20</w:t>
      </w:r>
      <w:r>
        <w:rPr>
          <w:sz w:val="28"/>
          <w:szCs w:val="28"/>
        </w:rPr>
        <w:t>24</w:t>
      </w:r>
      <w:r w:rsidRPr="00DF622E">
        <w:rPr>
          <w:sz w:val="28"/>
          <w:szCs w:val="28"/>
        </w:rPr>
        <w:t xml:space="preserve"> год в размере </w:t>
      </w:r>
      <w:r w:rsidR="007D17E9">
        <w:rPr>
          <w:sz w:val="28"/>
          <w:szCs w:val="28"/>
        </w:rPr>
        <w:t>18</w:t>
      </w:r>
      <w:r>
        <w:rPr>
          <w:sz w:val="28"/>
          <w:szCs w:val="28"/>
        </w:rPr>
        <w:t>053,890</w:t>
      </w:r>
      <w:r w:rsidRPr="00DF622E">
        <w:rPr>
          <w:sz w:val="28"/>
          <w:szCs w:val="28"/>
        </w:rPr>
        <w:t xml:space="preserve"> тыс. руб., в том числе увеличение </w:t>
      </w:r>
      <w:r w:rsidR="007D17E9">
        <w:rPr>
          <w:sz w:val="28"/>
          <w:szCs w:val="28"/>
        </w:rPr>
        <w:t>3000,000</w:t>
      </w:r>
      <w:r w:rsidRPr="00DF622E">
        <w:rPr>
          <w:sz w:val="28"/>
          <w:szCs w:val="28"/>
        </w:rPr>
        <w:t>тыс</w:t>
      </w:r>
      <w:proofErr w:type="gramStart"/>
      <w:r w:rsidRPr="00DF622E">
        <w:rPr>
          <w:sz w:val="28"/>
          <w:szCs w:val="28"/>
        </w:rPr>
        <w:t>.р</w:t>
      </w:r>
      <w:proofErr w:type="gramEnd"/>
      <w:r w:rsidRPr="00DF622E">
        <w:rPr>
          <w:sz w:val="28"/>
          <w:szCs w:val="28"/>
        </w:rPr>
        <w:t>уб.</w:t>
      </w:r>
    </w:p>
    <w:p w:rsidR="00DF622E" w:rsidRPr="00DF622E" w:rsidRDefault="00DF622E" w:rsidP="00DF622E">
      <w:pPr>
        <w:jc w:val="center"/>
        <w:rPr>
          <w:sz w:val="28"/>
          <w:szCs w:val="28"/>
        </w:rPr>
      </w:pPr>
      <w:r w:rsidRPr="00DF622E">
        <w:rPr>
          <w:sz w:val="28"/>
          <w:szCs w:val="28"/>
        </w:rPr>
        <w:t>Изменение доходов представлено в таблице 1.</w:t>
      </w:r>
    </w:p>
    <w:p w:rsidR="00DF622E" w:rsidRPr="00DF622E" w:rsidRDefault="00DF622E" w:rsidP="00DF622E">
      <w:pPr>
        <w:jc w:val="center"/>
        <w:rPr>
          <w:b/>
          <w:sz w:val="28"/>
          <w:szCs w:val="28"/>
        </w:rPr>
      </w:pPr>
      <w:r w:rsidRPr="00DF622E">
        <w:rPr>
          <w:sz w:val="28"/>
          <w:szCs w:val="28"/>
        </w:rPr>
        <w:t>Таблица 1.</w:t>
      </w:r>
    </w:p>
    <w:tbl>
      <w:tblPr>
        <w:tblW w:w="5188" w:type="pct"/>
        <w:jc w:val="center"/>
        <w:tblLook w:val="04A0" w:firstRow="1" w:lastRow="0" w:firstColumn="1" w:lastColumn="0" w:noHBand="0" w:noVBand="1"/>
      </w:tblPr>
      <w:tblGrid>
        <w:gridCol w:w="1924"/>
        <w:gridCol w:w="4366"/>
        <w:gridCol w:w="1531"/>
        <w:gridCol w:w="1249"/>
        <w:gridCol w:w="1331"/>
      </w:tblGrid>
      <w:tr w:rsidR="00DF622E" w:rsidRPr="00DF622E" w:rsidTr="00095C3B">
        <w:trPr>
          <w:trHeight w:val="465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Cs/>
                <w:sz w:val="28"/>
                <w:szCs w:val="28"/>
              </w:rPr>
            </w:pPr>
            <w:r w:rsidRPr="00DF622E">
              <w:rPr>
                <w:bCs/>
                <w:sz w:val="28"/>
                <w:szCs w:val="28"/>
              </w:rPr>
              <w:t>КБК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Cs/>
                <w:sz w:val="28"/>
                <w:szCs w:val="28"/>
              </w:rPr>
            </w:pPr>
            <w:r w:rsidRPr="00DF622E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Cs/>
                <w:sz w:val="28"/>
                <w:szCs w:val="28"/>
              </w:rPr>
            </w:pPr>
            <w:r w:rsidRPr="00DF622E">
              <w:rPr>
                <w:bCs/>
                <w:sz w:val="28"/>
                <w:szCs w:val="28"/>
              </w:rPr>
              <w:t>Проект решения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Cs/>
                <w:sz w:val="28"/>
                <w:szCs w:val="28"/>
              </w:rPr>
            </w:pPr>
            <w:r w:rsidRPr="00DF622E">
              <w:rPr>
                <w:bCs/>
                <w:sz w:val="28"/>
                <w:szCs w:val="28"/>
              </w:rPr>
              <w:t>+, - от решения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Cs/>
                <w:sz w:val="28"/>
                <w:szCs w:val="28"/>
              </w:rPr>
            </w:pPr>
            <w:r w:rsidRPr="00DF622E">
              <w:rPr>
                <w:bCs/>
                <w:sz w:val="28"/>
                <w:szCs w:val="28"/>
              </w:rPr>
              <w:t>итого</w:t>
            </w:r>
          </w:p>
        </w:tc>
      </w:tr>
      <w:tr w:rsidR="00DF622E" w:rsidRPr="00DF622E" w:rsidTr="00095C3B">
        <w:trPr>
          <w:trHeight w:val="465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/>
                <w:sz w:val="28"/>
                <w:szCs w:val="28"/>
              </w:rPr>
            </w:pPr>
            <w:r w:rsidRPr="00DF622E"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b/>
                <w:sz w:val="28"/>
                <w:szCs w:val="28"/>
              </w:rPr>
            </w:pPr>
            <w:r w:rsidRPr="00DF622E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b/>
                <w:sz w:val="28"/>
                <w:szCs w:val="28"/>
              </w:rPr>
            </w:pPr>
            <w:r w:rsidRPr="007D17E9">
              <w:rPr>
                <w:b/>
                <w:sz w:val="28"/>
                <w:szCs w:val="28"/>
              </w:rPr>
              <w:t>12654,29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3000</w:t>
            </w:r>
            <w:r w:rsidR="00DF622E">
              <w:rPr>
                <w:b/>
                <w:sz w:val="28"/>
                <w:szCs w:val="28"/>
              </w:rPr>
              <w:t>,0</w:t>
            </w:r>
            <w:r w:rsidR="0091282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DF622E">
              <w:rPr>
                <w:b/>
                <w:sz w:val="28"/>
                <w:szCs w:val="28"/>
              </w:rPr>
              <w:t>654,29</w:t>
            </w:r>
          </w:p>
        </w:tc>
      </w:tr>
      <w:tr w:rsidR="00DF622E" w:rsidRPr="00DF622E" w:rsidTr="00095C3B">
        <w:trPr>
          <w:trHeight w:val="465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000 2 02 20000 00 0000 150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6 187,69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  <w:r w:rsidR="00DF622E" w:rsidRPr="00DF622E">
              <w:rPr>
                <w:sz w:val="28"/>
                <w:szCs w:val="28"/>
              </w:rPr>
              <w:t>,00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9187,69</w:t>
            </w:r>
          </w:p>
        </w:tc>
      </w:tr>
      <w:tr w:rsidR="00DF622E" w:rsidRPr="00DF622E" w:rsidTr="00095C3B">
        <w:trPr>
          <w:trHeight w:val="465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000 2 02 29999 10 0000 150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6 187,69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3000,00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9187,69</w:t>
            </w:r>
          </w:p>
        </w:tc>
      </w:tr>
      <w:tr w:rsidR="00DF622E" w:rsidRPr="00DF622E" w:rsidTr="00095C3B">
        <w:trPr>
          <w:trHeight w:val="465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985 2 02 29999 10 0000 150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7D17E9" w:rsidP="00DF622E">
            <w:pPr>
              <w:jc w:val="center"/>
              <w:rPr>
                <w:sz w:val="28"/>
                <w:szCs w:val="28"/>
              </w:rPr>
            </w:pPr>
            <w:r w:rsidRPr="007D17E9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6 187,69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3000,00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9187,69</w:t>
            </w:r>
          </w:p>
        </w:tc>
      </w:tr>
      <w:tr w:rsidR="00DF622E" w:rsidRPr="00DF622E" w:rsidTr="00095C3B">
        <w:trPr>
          <w:trHeight w:val="465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DF622E" w:rsidP="00DF622E">
            <w:pPr>
              <w:jc w:val="center"/>
              <w:rPr>
                <w:sz w:val="28"/>
                <w:szCs w:val="28"/>
              </w:rPr>
            </w:pPr>
            <w:r w:rsidRPr="00DF622E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15 053,89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 w:rsidRPr="00912823">
              <w:rPr>
                <w:sz w:val="28"/>
                <w:szCs w:val="28"/>
              </w:rPr>
              <w:t>3000,00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2E" w:rsidRPr="00DF622E" w:rsidRDefault="00912823" w:rsidP="00DF62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F622E">
              <w:rPr>
                <w:sz w:val="28"/>
                <w:szCs w:val="28"/>
              </w:rPr>
              <w:t>053,89</w:t>
            </w:r>
          </w:p>
        </w:tc>
      </w:tr>
    </w:tbl>
    <w:p w:rsidR="00CC74C6" w:rsidRPr="00180166" w:rsidRDefault="00180166" w:rsidP="00CC74C6">
      <w:pPr>
        <w:jc w:val="center"/>
        <w:rPr>
          <w:b/>
          <w:sz w:val="28"/>
          <w:szCs w:val="28"/>
        </w:rPr>
      </w:pPr>
      <w:r w:rsidRPr="00180166">
        <w:rPr>
          <w:b/>
          <w:sz w:val="28"/>
          <w:szCs w:val="28"/>
        </w:rPr>
        <w:t xml:space="preserve">2.Корректировка расходной части бюджета </w:t>
      </w:r>
      <w:proofErr w:type="spellStart"/>
      <w:r w:rsidRPr="00180166">
        <w:rPr>
          <w:b/>
          <w:sz w:val="28"/>
          <w:szCs w:val="28"/>
        </w:rPr>
        <w:t>Чеглаковского</w:t>
      </w:r>
      <w:proofErr w:type="spellEnd"/>
      <w:r w:rsidRPr="00180166">
        <w:rPr>
          <w:b/>
          <w:sz w:val="28"/>
          <w:szCs w:val="28"/>
        </w:rPr>
        <w:t xml:space="preserve"> сельского поселения</w:t>
      </w:r>
    </w:p>
    <w:p w:rsidR="00180166" w:rsidRDefault="00180166" w:rsidP="00CC74C6">
      <w:pPr>
        <w:jc w:val="center"/>
        <w:rPr>
          <w:sz w:val="28"/>
          <w:szCs w:val="28"/>
        </w:rPr>
      </w:pPr>
    </w:p>
    <w:p w:rsidR="00180166" w:rsidRDefault="00180166" w:rsidP="00CC74C6">
      <w:pPr>
        <w:jc w:val="center"/>
        <w:rPr>
          <w:sz w:val="28"/>
          <w:szCs w:val="28"/>
        </w:rPr>
      </w:pPr>
    </w:p>
    <w:p w:rsidR="00531AD8" w:rsidRPr="004C2AF2" w:rsidRDefault="00CC74C6" w:rsidP="006D17B9">
      <w:pPr>
        <w:jc w:val="center"/>
        <w:rPr>
          <w:b/>
          <w:sz w:val="28"/>
          <w:szCs w:val="28"/>
        </w:rPr>
      </w:pPr>
      <w:r w:rsidRPr="00CC74C6">
        <w:rPr>
          <w:b/>
          <w:sz w:val="28"/>
          <w:szCs w:val="28"/>
        </w:rPr>
        <w:t xml:space="preserve"> </w:t>
      </w:r>
      <w:r w:rsidR="00531AD8" w:rsidRPr="004C2AF2">
        <w:rPr>
          <w:b/>
          <w:sz w:val="28"/>
          <w:szCs w:val="28"/>
        </w:rPr>
        <w:t xml:space="preserve">Расходы </w:t>
      </w:r>
      <w:r w:rsidR="00CA457E" w:rsidRPr="004C2AF2">
        <w:rPr>
          <w:b/>
          <w:sz w:val="28"/>
          <w:szCs w:val="28"/>
        </w:rPr>
        <w:t>бюджета поселения</w:t>
      </w:r>
      <w:r w:rsidR="00531AD8" w:rsidRPr="004C2AF2">
        <w:rPr>
          <w:b/>
          <w:sz w:val="28"/>
          <w:szCs w:val="28"/>
        </w:rPr>
        <w:t xml:space="preserve"> предлагается утвердить: </w:t>
      </w:r>
    </w:p>
    <w:p w:rsidR="00852C83" w:rsidRPr="00912823" w:rsidRDefault="00531AD8" w:rsidP="00FD5F08">
      <w:pPr>
        <w:ind w:firstLine="720"/>
        <w:jc w:val="both"/>
        <w:rPr>
          <w:sz w:val="28"/>
          <w:szCs w:val="28"/>
        </w:rPr>
      </w:pPr>
      <w:r w:rsidRPr="00912823">
        <w:rPr>
          <w:sz w:val="28"/>
          <w:szCs w:val="28"/>
        </w:rPr>
        <w:t xml:space="preserve">- на </w:t>
      </w:r>
      <w:r w:rsidR="00BF0EC1" w:rsidRPr="00912823">
        <w:rPr>
          <w:sz w:val="28"/>
          <w:szCs w:val="28"/>
        </w:rPr>
        <w:t>20</w:t>
      </w:r>
      <w:r w:rsidR="00626C62" w:rsidRPr="00912823">
        <w:rPr>
          <w:sz w:val="28"/>
          <w:szCs w:val="28"/>
        </w:rPr>
        <w:t>24</w:t>
      </w:r>
      <w:r w:rsidR="008430EC" w:rsidRPr="00912823">
        <w:rPr>
          <w:sz w:val="28"/>
          <w:szCs w:val="28"/>
        </w:rPr>
        <w:t xml:space="preserve"> год</w:t>
      </w:r>
      <w:r w:rsidRPr="00912823">
        <w:rPr>
          <w:sz w:val="28"/>
          <w:szCs w:val="28"/>
        </w:rPr>
        <w:t xml:space="preserve"> в размере </w:t>
      </w:r>
      <w:r w:rsidR="00912823">
        <w:rPr>
          <w:sz w:val="28"/>
          <w:szCs w:val="28"/>
        </w:rPr>
        <w:t>19</w:t>
      </w:r>
      <w:r w:rsidR="00180166" w:rsidRPr="00912823">
        <w:rPr>
          <w:sz w:val="28"/>
          <w:szCs w:val="28"/>
        </w:rPr>
        <w:t>699.93004</w:t>
      </w:r>
      <w:r w:rsidR="00B64138" w:rsidRPr="00912823">
        <w:rPr>
          <w:sz w:val="28"/>
          <w:szCs w:val="28"/>
        </w:rPr>
        <w:t xml:space="preserve"> тыс</w:t>
      </w:r>
      <w:r w:rsidR="00B14860" w:rsidRPr="00912823">
        <w:rPr>
          <w:sz w:val="28"/>
          <w:szCs w:val="28"/>
        </w:rPr>
        <w:t>.</w:t>
      </w:r>
      <w:r w:rsidRPr="00912823">
        <w:rPr>
          <w:sz w:val="28"/>
          <w:szCs w:val="28"/>
        </w:rPr>
        <w:t xml:space="preserve"> руб</w:t>
      </w:r>
      <w:r w:rsidR="00BB53CB" w:rsidRPr="00912823">
        <w:rPr>
          <w:sz w:val="28"/>
          <w:szCs w:val="28"/>
        </w:rPr>
        <w:t>.</w:t>
      </w:r>
      <w:r w:rsidR="00D47C1F" w:rsidRPr="00912823">
        <w:rPr>
          <w:sz w:val="28"/>
          <w:szCs w:val="28"/>
        </w:rPr>
        <w:t xml:space="preserve"> В том числе у</w:t>
      </w:r>
      <w:r w:rsidR="00B14860" w:rsidRPr="00912823">
        <w:rPr>
          <w:sz w:val="28"/>
          <w:szCs w:val="28"/>
        </w:rPr>
        <w:t xml:space="preserve">величение </w:t>
      </w:r>
      <w:r w:rsidR="00912823">
        <w:rPr>
          <w:sz w:val="28"/>
          <w:szCs w:val="28"/>
        </w:rPr>
        <w:t>3000</w:t>
      </w:r>
      <w:r w:rsidR="00180166" w:rsidRPr="00912823">
        <w:rPr>
          <w:sz w:val="28"/>
          <w:szCs w:val="28"/>
        </w:rPr>
        <w:t>,00</w:t>
      </w:r>
      <w:r w:rsidR="00992926" w:rsidRPr="00912823">
        <w:rPr>
          <w:sz w:val="28"/>
          <w:szCs w:val="28"/>
        </w:rPr>
        <w:t xml:space="preserve"> </w:t>
      </w:r>
      <w:proofErr w:type="spellStart"/>
      <w:r w:rsidR="00B14860" w:rsidRPr="00912823">
        <w:rPr>
          <w:sz w:val="28"/>
          <w:szCs w:val="28"/>
        </w:rPr>
        <w:t>тыс</w:t>
      </w:r>
      <w:proofErr w:type="gramStart"/>
      <w:r w:rsidR="00B14860" w:rsidRPr="00912823">
        <w:rPr>
          <w:sz w:val="28"/>
          <w:szCs w:val="28"/>
        </w:rPr>
        <w:t>.р</w:t>
      </w:r>
      <w:proofErr w:type="gramEnd"/>
      <w:r w:rsidR="00B14860" w:rsidRPr="00912823">
        <w:rPr>
          <w:sz w:val="28"/>
          <w:szCs w:val="28"/>
        </w:rPr>
        <w:t>уб</w:t>
      </w:r>
      <w:proofErr w:type="spellEnd"/>
      <w:r w:rsidR="00B14860" w:rsidRPr="00912823">
        <w:rPr>
          <w:sz w:val="28"/>
          <w:szCs w:val="28"/>
        </w:rPr>
        <w:t>.</w:t>
      </w:r>
    </w:p>
    <w:p w:rsidR="0044212F" w:rsidRPr="00912823" w:rsidRDefault="0044212F" w:rsidP="00FD5F08">
      <w:pPr>
        <w:ind w:firstLine="720"/>
        <w:jc w:val="both"/>
        <w:rPr>
          <w:sz w:val="28"/>
          <w:szCs w:val="28"/>
        </w:rPr>
      </w:pPr>
    </w:p>
    <w:p w:rsidR="00415723" w:rsidRPr="004C2AF2" w:rsidRDefault="00FD5F08" w:rsidP="006D17B9">
      <w:pPr>
        <w:ind w:firstLine="720"/>
        <w:jc w:val="both"/>
        <w:rPr>
          <w:sz w:val="28"/>
          <w:szCs w:val="28"/>
        </w:rPr>
      </w:pPr>
      <w:r w:rsidRPr="004C2AF2">
        <w:rPr>
          <w:sz w:val="28"/>
          <w:szCs w:val="28"/>
        </w:rPr>
        <w:t>Изменение расходов в разрезе муниципальн</w:t>
      </w:r>
      <w:r w:rsidR="00CC4454">
        <w:rPr>
          <w:sz w:val="28"/>
          <w:szCs w:val="28"/>
        </w:rPr>
        <w:t>ых программ</w:t>
      </w:r>
      <w:r w:rsidR="003518B3" w:rsidRPr="004C2AF2">
        <w:rPr>
          <w:sz w:val="28"/>
          <w:szCs w:val="28"/>
        </w:rPr>
        <w:t xml:space="preserve"> </w:t>
      </w:r>
      <w:r w:rsidRPr="004C2AF2">
        <w:rPr>
          <w:sz w:val="28"/>
          <w:szCs w:val="28"/>
        </w:rPr>
        <w:t>представлено в таблице 1.</w:t>
      </w:r>
    </w:p>
    <w:p w:rsidR="00B7060F" w:rsidRPr="004C2AF2" w:rsidRDefault="00B7060F" w:rsidP="00E743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2AF2">
        <w:rPr>
          <w:sz w:val="28"/>
          <w:szCs w:val="28"/>
        </w:rPr>
        <w:t xml:space="preserve">Таблица 1. </w:t>
      </w:r>
      <w:r w:rsidR="00E74313" w:rsidRPr="004C2AF2">
        <w:rPr>
          <w:sz w:val="28"/>
          <w:szCs w:val="28"/>
        </w:rPr>
        <w:t>Изменение муниципальн</w:t>
      </w:r>
      <w:r w:rsidR="00CC4454">
        <w:rPr>
          <w:sz w:val="28"/>
          <w:szCs w:val="28"/>
        </w:rPr>
        <w:t>ых</w:t>
      </w:r>
      <w:r w:rsidR="00E74313" w:rsidRPr="004C2AF2">
        <w:rPr>
          <w:sz w:val="28"/>
          <w:szCs w:val="28"/>
        </w:rPr>
        <w:t xml:space="preserve"> </w:t>
      </w:r>
      <w:r w:rsidRPr="004C2AF2">
        <w:rPr>
          <w:sz w:val="28"/>
          <w:szCs w:val="28"/>
        </w:rPr>
        <w:t>программ</w:t>
      </w:r>
    </w:p>
    <w:p w:rsidR="007E2487" w:rsidRPr="004C2AF2" w:rsidRDefault="007E2487" w:rsidP="002577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46"/>
        <w:gridCol w:w="4460"/>
        <w:gridCol w:w="1800"/>
        <w:gridCol w:w="1432"/>
        <w:gridCol w:w="1686"/>
      </w:tblGrid>
      <w:tr w:rsidR="00DF622E" w:rsidRPr="004C2AF2" w:rsidTr="00B54022">
        <w:trPr>
          <w:trHeight w:val="315"/>
        </w:trPr>
        <w:tc>
          <w:tcPr>
            <w:tcW w:w="646" w:type="dxa"/>
            <w:vMerge w:val="restart"/>
            <w:hideMark/>
          </w:tcPr>
          <w:p w:rsidR="007E2487" w:rsidRPr="004C2AF2" w:rsidRDefault="007E2487" w:rsidP="00814499">
            <w:pPr>
              <w:rPr>
                <w:bCs/>
                <w:color w:val="000000"/>
                <w:sz w:val="28"/>
                <w:szCs w:val="28"/>
              </w:rPr>
            </w:pPr>
            <w:r w:rsidRPr="004C2AF2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C2AF2">
              <w:rPr>
                <w:bCs/>
                <w:color w:val="000000"/>
                <w:sz w:val="28"/>
                <w:szCs w:val="28"/>
              </w:rPr>
              <w:lastRenderedPageBreak/>
              <w:t>п</w:t>
            </w:r>
            <w:proofErr w:type="gramEnd"/>
            <w:r w:rsidRPr="004C2AF2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460" w:type="dxa"/>
            <w:vMerge w:val="restart"/>
            <w:hideMark/>
          </w:tcPr>
          <w:p w:rsidR="007E2487" w:rsidRPr="004C2AF2" w:rsidRDefault="007E2487" w:rsidP="00814499">
            <w:pPr>
              <w:rPr>
                <w:bCs/>
                <w:color w:val="000000"/>
                <w:sz w:val="28"/>
                <w:szCs w:val="28"/>
              </w:rPr>
            </w:pPr>
            <w:r w:rsidRPr="004C2AF2">
              <w:rPr>
                <w:bCs/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0" w:type="auto"/>
          </w:tcPr>
          <w:p w:rsidR="007E2487" w:rsidRPr="004C2AF2" w:rsidRDefault="007E2487" w:rsidP="00814499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hideMark/>
          </w:tcPr>
          <w:p w:rsidR="007E2487" w:rsidRPr="004C2AF2" w:rsidRDefault="00B54022" w:rsidP="0081449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2024</w:t>
            </w:r>
            <w:r w:rsidR="007E2487" w:rsidRPr="004C2AF2">
              <w:rPr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DF622E" w:rsidRPr="004C2AF2" w:rsidTr="000E23B5">
        <w:trPr>
          <w:trHeight w:val="614"/>
        </w:trPr>
        <w:tc>
          <w:tcPr>
            <w:tcW w:w="646" w:type="dxa"/>
            <w:vMerge/>
            <w:hideMark/>
          </w:tcPr>
          <w:p w:rsidR="007E2487" w:rsidRPr="004C2AF2" w:rsidRDefault="007E2487" w:rsidP="00814499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0" w:type="dxa"/>
            <w:vMerge/>
            <w:hideMark/>
          </w:tcPr>
          <w:p w:rsidR="007E2487" w:rsidRPr="004C2AF2" w:rsidRDefault="007E2487" w:rsidP="00814499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2487" w:rsidRPr="004C2AF2" w:rsidRDefault="007E2487" w:rsidP="00814499">
            <w:pPr>
              <w:rPr>
                <w:bCs/>
                <w:color w:val="000000"/>
                <w:sz w:val="28"/>
                <w:szCs w:val="28"/>
              </w:rPr>
            </w:pPr>
            <w:r w:rsidRPr="004C2AF2">
              <w:rPr>
                <w:bCs/>
                <w:color w:val="000000"/>
                <w:sz w:val="28"/>
                <w:szCs w:val="28"/>
              </w:rPr>
              <w:t>Проект решения</w:t>
            </w:r>
          </w:p>
        </w:tc>
        <w:tc>
          <w:tcPr>
            <w:tcW w:w="0" w:type="auto"/>
          </w:tcPr>
          <w:p w:rsidR="007E2487" w:rsidRPr="004C2AF2" w:rsidRDefault="007E2487" w:rsidP="00595DC7">
            <w:pPr>
              <w:rPr>
                <w:bCs/>
                <w:color w:val="000000"/>
                <w:sz w:val="28"/>
                <w:szCs w:val="28"/>
              </w:rPr>
            </w:pPr>
            <w:r w:rsidRPr="004C2AF2">
              <w:rPr>
                <w:bCs/>
                <w:color w:val="000000"/>
                <w:sz w:val="28"/>
                <w:szCs w:val="28"/>
              </w:rPr>
              <w:t>+, - от решения</w:t>
            </w:r>
          </w:p>
        </w:tc>
        <w:tc>
          <w:tcPr>
            <w:tcW w:w="1686" w:type="dxa"/>
            <w:hideMark/>
          </w:tcPr>
          <w:p w:rsidR="007E2487" w:rsidRPr="004C2AF2" w:rsidRDefault="007E2487" w:rsidP="00595DC7">
            <w:pPr>
              <w:rPr>
                <w:bCs/>
                <w:color w:val="000000"/>
                <w:sz w:val="28"/>
                <w:szCs w:val="28"/>
              </w:rPr>
            </w:pPr>
            <w:r w:rsidRPr="004C2AF2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DF622E" w:rsidRPr="004C2AF2" w:rsidTr="000E23B5">
        <w:trPr>
          <w:trHeight w:val="315"/>
        </w:trPr>
        <w:tc>
          <w:tcPr>
            <w:tcW w:w="646" w:type="dxa"/>
            <w:hideMark/>
          </w:tcPr>
          <w:p w:rsidR="007E2487" w:rsidRPr="00B915F3" w:rsidRDefault="007E2487" w:rsidP="00B915F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915F3">
              <w:rPr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460" w:type="dxa"/>
            <w:hideMark/>
          </w:tcPr>
          <w:p w:rsidR="007E2487" w:rsidRPr="00B915F3" w:rsidRDefault="007E2487" w:rsidP="00B915F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915F3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7E2487" w:rsidRPr="00B915F3" w:rsidRDefault="007E2487" w:rsidP="00B915F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915F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7E2487" w:rsidRPr="00B915F3" w:rsidRDefault="007E2487" w:rsidP="00B915F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915F3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686" w:type="dxa"/>
            <w:hideMark/>
          </w:tcPr>
          <w:p w:rsidR="007E2487" w:rsidRPr="00B915F3" w:rsidRDefault="007E2487" w:rsidP="00B915F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915F3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DF622E" w:rsidRPr="004C2AF2" w:rsidTr="000E23B5">
        <w:trPr>
          <w:trHeight w:val="838"/>
        </w:trPr>
        <w:tc>
          <w:tcPr>
            <w:tcW w:w="646" w:type="dxa"/>
            <w:hideMark/>
          </w:tcPr>
          <w:p w:rsidR="007C2CFF" w:rsidRPr="007C2CFF" w:rsidRDefault="006D17B9" w:rsidP="00814499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60" w:type="dxa"/>
            <w:hideMark/>
          </w:tcPr>
          <w:p w:rsidR="007C2CFF" w:rsidRPr="007C2CFF" w:rsidRDefault="007C2CFF" w:rsidP="00917F5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2C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"Создание безопасных и благоприятных условий жизнедеятельности   в </w:t>
            </w:r>
            <w:proofErr w:type="spellStart"/>
            <w:r w:rsidRPr="007C2CFF">
              <w:rPr>
                <w:rFonts w:ascii="Times New Roman" w:hAnsi="Times New Roman" w:cs="Times New Roman"/>
                <w:b/>
                <w:sz w:val="28"/>
                <w:szCs w:val="28"/>
              </w:rPr>
              <w:t>Чеглаковском</w:t>
            </w:r>
            <w:proofErr w:type="spellEnd"/>
            <w:r w:rsidRPr="007C2C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сельском поселении"</w:t>
            </w:r>
          </w:p>
        </w:tc>
        <w:tc>
          <w:tcPr>
            <w:tcW w:w="0" w:type="auto"/>
            <w:hideMark/>
          </w:tcPr>
          <w:p w:rsidR="007C2CFF" w:rsidRPr="007C2CFF" w:rsidRDefault="00912823" w:rsidP="00FB2474">
            <w:pPr>
              <w:spacing w:line="24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11092,14004</w:t>
            </w:r>
          </w:p>
        </w:tc>
        <w:tc>
          <w:tcPr>
            <w:tcW w:w="0" w:type="auto"/>
          </w:tcPr>
          <w:p w:rsidR="007C2CFF" w:rsidRPr="00B54022" w:rsidRDefault="00912823" w:rsidP="000E23B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3000</w:t>
            </w:r>
            <w:r w:rsidR="00B54022">
              <w:rPr>
                <w:b/>
                <w:color w:val="000000"/>
                <w:sz w:val="28"/>
                <w:szCs w:val="28"/>
              </w:rPr>
              <w:t>,0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686" w:type="dxa"/>
            <w:hideMark/>
          </w:tcPr>
          <w:p w:rsidR="007C2CFF" w:rsidRPr="000E23B5" w:rsidRDefault="00912823" w:rsidP="00E817F1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</w:rPr>
              <w:t>14092,14004</w:t>
            </w:r>
          </w:p>
        </w:tc>
      </w:tr>
      <w:tr w:rsidR="00DF622E" w:rsidRPr="004C2AF2" w:rsidTr="000E23B5">
        <w:trPr>
          <w:trHeight w:val="838"/>
        </w:trPr>
        <w:tc>
          <w:tcPr>
            <w:tcW w:w="646" w:type="dxa"/>
            <w:hideMark/>
          </w:tcPr>
          <w:p w:rsidR="00F1195A" w:rsidRPr="007C2CFF" w:rsidRDefault="00F1195A" w:rsidP="00814499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460" w:type="dxa"/>
            <w:hideMark/>
          </w:tcPr>
          <w:p w:rsidR="00F1195A" w:rsidRPr="004C2AF2" w:rsidRDefault="00F1195A" w:rsidP="00AB27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AF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отдельное направление: «Выполнение полномочий органов местного самоуправления» </w:t>
            </w:r>
          </w:p>
          <w:p w:rsidR="00F1195A" w:rsidRPr="007C2CFF" w:rsidRDefault="00F1195A" w:rsidP="00E87EC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AF2">
              <w:rPr>
                <w:rFonts w:ascii="Times New Roman" w:hAnsi="Times New Roman" w:cs="Times New Roman"/>
                <w:sz w:val="28"/>
                <w:szCs w:val="28"/>
              </w:rPr>
              <w:t xml:space="preserve">по разделу </w:t>
            </w:r>
            <w:r w:rsidR="00E87EC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0" w:type="auto"/>
            <w:hideMark/>
          </w:tcPr>
          <w:p w:rsidR="00F1195A" w:rsidRPr="00F1195A" w:rsidRDefault="00E87ECE" w:rsidP="00E87ECE">
            <w:pPr>
              <w:spacing w:line="24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8174,27685</w:t>
            </w:r>
          </w:p>
        </w:tc>
        <w:tc>
          <w:tcPr>
            <w:tcW w:w="0" w:type="auto"/>
          </w:tcPr>
          <w:p w:rsidR="00F1195A" w:rsidRPr="00F1195A" w:rsidRDefault="00912823" w:rsidP="007473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+3000</w:t>
            </w:r>
            <w:r w:rsidR="00B54022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86" w:type="dxa"/>
            <w:hideMark/>
          </w:tcPr>
          <w:p w:rsidR="00F1195A" w:rsidRPr="00F1195A" w:rsidRDefault="00E87ECE" w:rsidP="00F119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11174,27685</w:t>
            </w:r>
          </w:p>
        </w:tc>
      </w:tr>
      <w:tr w:rsidR="00DF622E" w:rsidRPr="004C2AF2" w:rsidTr="000E23B5">
        <w:trPr>
          <w:trHeight w:val="838"/>
        </w:trPr>
        <w:tc>
          <w:tcPr>
            <w:tcW w:w="646" w:type="dxa"/>
            <w:hideMark/>
          </w:tcPr>
          <w:p w:rsidR="0044212F" w:rsidRPr="007C2CFF" w:rsidRDefault="0044212F" w:rsidP="00814499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460" w:type="dxa"/>
            <w:hideMark/>
          </w:tcPr>
          <w:p w:rsidR="0044212F" w:rsidRPr="0044212F" w:rsidRDefault="0044212F" w:rsidP="00AB272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1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44212F">
              <w:rPr>
                <w:rFonts w:ascii="Times New Roman" w:hAnsi="Times New Roman" w:cs="Times New Roman"/>
                <w:b/>
                <w:sz w:val="28"/>
                <w:szCs w:val="28"/>
              </w:rPr>
              <w:t>Чеглаковского</w:t>
            </w:r>
            <w:proofErr w:type="spellEnd"/>
            <w:r w:rsidRPr="004421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0" w:type="auto"/>
            <w:hideMark/>
          </w:tcPr>
          <w:p w:rsidR="0044212F" w:rsidRPr="0044212F" w:rsidRDefault="00912823" w:rsidP="00F1195A">
            <w:pPr>
              <w:spacing w:line="240" w:lineRule="atLeast"/>
              <w:jc w:val="center"/>
              <w:rPr>
                <w:b/>
                <w:bCs/>
                <w:sz w:val="28"/>
                <w:szCs w:val="28"/>
              </w:rPr>
            </w:pPr>
            <w:r w:rsidRPr="00912823">
              <w:rPr>
                <w:b/>
                <w:bCs/>
                <w:sz w:val="28"/>
                <w:szCs w:val="28"/>
              </w:rPr>
              <w:t>16699,93004</w:t>
            </w:r>
          </w:p>
        </w:tc>
        <w:tc>
          <w:tcPr>
            <w:tcW w:w="0" w:type="auto"/>
          </w:tcPr>
          <w:p w:rsidR="0044212F" w:rsidRPr="0044212F" w:rsidRDefault="00912823" w:rsidP="00F1195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3000</w:t>
            </w:r>
            <w:r w:rsidR="00180166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86" w:type="dxa"/>
            <w:hideMark/>
          </w:tcPr>
          <w:p w:rsidR="0044212F" w:rsidRPr="0044212F" w:rsidRDefault="00912823" w:rsidP="00F1195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19</w:t>
            </w:r>
            <w:r w:rsidR="00E817F1">
              <w:rPr>
                <w:b/>
                <w:color w:val="000000"/>
                <w:sz w:val="28"/>
                <w:szCs w:val="28"/>
              </w:rPr>
              <w:t>699,93004</w:t>
            </w:r>
          </w:p>
        </w:tc>
      </w:tr>
    </w:tbl>
    <w:p w:rsidR="008F6FF8" w:rsidRPr="004C2AF2" w:rsidRDefault="008F6FF8" w:rsidP="00D61FA5">
      <w:pPr>
        <w:pStyle w:val="aa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860" w:rsidRDefault="00B14860" w:rsidP="00CC36B6">
      <w:pPr>
        <w:rPr>
          <w:sz w:val="28"/>
          <w:szCs w:val="28"/>
        </w:rPr>
      </w:pPr>
    </w:p>
    <w:p w:rsidR="0085458A" w:rsidRDefault="0085458A" w:rsidP="00CC36B6">
      <w:pPr>
        <w:rPr>
          <w:sz w:val="28"/>
          <w:szCs w:val="28"/>
        </w:rPr>
      </w:pPr>
    </w:p>
    <w:p w:rsidR="0085458A" w:rsidRPr="004C2AF2" w:rsidRDefault="0085458A" w:rsidP="00CC36B6">
      <w:pPr>
        <w:rPr>
          <w:sz w:val="28"/>
          <w:szCs w:val="28"/>
        </w:rPr>
      </w:pPr>
    </w:p>
    <w:p w:rsidR="007C2FDA" w:rsidRPr="001045E7" w:rsidRDefault="00BF3BD6" w:rsidP="00CC36B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Чеглаковского</w:t>
      </w:r>
      <w:proofErr w:type="spellEnd"/>
      <w:r w:rsidR="00814499" w:rsidRPr="004C2AF2">
        <w:rPr>
          <w:sz w:val="28"/>
          <w:szCs w:val="28"/>
        </w:rPr>
        <w:t xml:space="preserve"> сельского поселения                  </w:t>
      </w:r>
      <w:r w:rsidR="00626C62">
        <w:rPr>
          <w:sz w:val="28"/>
          <w:szCs w:val="28"/>
        </w:rPr>
        <w:t xml:space="preserve">             Аверьянова И.Н</w:t>
      </w:r>
      <w:r>
        <w:rPr>
          <w:sz w:val="28"/>
          <w:szCs w:val="28"/>
        </w:rPr>
        <w:t>.</w:t>
      </w:r>
    </w:p>
    <w:sectPr w:rsidR="007C2FDA" w:rsidRPr="001045E7" w:rsidSect="00A27BA6">
      <w:headerReference w:type="even" r:id="rId9"/>
      <w:headerReference w:type="default" r:id="rId10"/>
      <w:pgSz w:w="11906" w:h="16838"/>
      <w:pgMar w:top="851" w:right="567" w:bottom="426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2C" w:rsidRDefault="00021A2C">
      <w:r>
        <w:separator/>
      </w:r>
    </w:p>
  </w:endnote>
  <w:endnote w:type="continuationSeparator" w:id="0">
    <w:p w:rsidR="00021A2C" w:rsidRDefault="0002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2C" w:rsidRDefault="00021A2C">
      <w:r>
        <w:separator/>
      </w:r>
    </w:p>
  </w:footnote>
  <w:footnote w:type="continuationSeparator" w:id="0">
    <w:p w:rsidR="00021A2C" w:rsidRDefault="00021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FF8" w:rsidRDefault="00525489" w:rsidP="0024493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6FF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6FF8" w:rsidRDefault="008F6FF8" w:rsidP="0024493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FF8" w:rsidRDefault="00525489" w:rsidP="0024493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6FF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61AA">
      <w:rPr>
        <w:rStyle w:val="a7"/>
        <w:noProof/>
      </w:rPr>
      <w:t>2</w:t>
    </w:r>
    <w:r>
      <w:rPr>
        <w:rStyle w:val="a7"/>
      </w:rPr>
      <w:fldChar w:fldCharType="end"/>
    </w:r>
  </w:p>
  <w:p w:rsidR="008F6FF8" w:rsidRDefault="008F6FF8" w:rsidP="0024493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3B5"/>
    <w:multiLevelType w:val="hybridMultilevel"/>
    <w:tmpl w:val="5AE4584C"/>
    <w:lvl w:ilvl="0" w:tplc="8542987C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835EB3"/>
    <w:multiLevelType w:val="hybridMultilevel"/>
    <w:tmpl w:val="2A3C9DBC"/>
    <w:lvl w:ilvl="0" w:tplc="04190011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BCE0A27"/>
    <w:multiLevelType w:val="multilevel"/>
    <w:tmpl w:val="9522A2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260B2BFE"/>
    <w:multiLevelType w:val="hybridMultilevel"/>
    <w:tmpl w:val="8EA0FBCE"/>
    <w:lvl w:ilvl="0" w:tplc="C76AAEFC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3E27F1"/>
    <w:multiLevelType w:val="hybridMultilevel"/>
    <w:tmpl w:val="9B7A0642"/>
    <w:lvl w:ilvl="0" w:tplc="E30A7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3C1BE8"/>
    <w:multiLevelType w:val="hybridMultilevel"/>
    <w:tmpl w:val="9B7A0642"/>
    <w:lvl w:ilvl="0" w:tplc="E30A74B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643756BA"/>
    <w:multiLevelType w:val="hybridMultilevel"/>
    <w:tmpl w:val="D738FAE4"/>
    <w:lvl w:ilvl="0" w:tplc="3DCAE1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721ED8"/>
    <w:multiLevelType w:val="multilevel"/>
    <w:tmpl w:val="9522A2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70205A0F"/>
    <w:multiLevelType w:val="hybridMultilevel"/>
    <w:tmpl w:val="79BA5626"/>
    <w:lvl w:ilvl="0" w:tplc="859C117E">
      <w:start w:val="5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B58"/>
    <w:rsid w:val="00003959"/>
    <w:rsid w:val="00003D91"/>
    <w:rsid w:val="00005756"/>
    <w:rsid w:val="00006F0E"/>
    <w:rsid w:val="0001011E"/>
    <w:rsid w:val="000101C3"/>
    <w:rsid w:val="00011D92"/>
    <w:rsid w:val="00014B48"/>
    <w:rsid w:val="00014CCB"/>
    <w:rsid w:val="00021A2C"/>
    <w:rsid w:val="0002400C"/>
    <w:rsid w:val="000245C4"/>
    <w:rsid w:val="00025075"/>
    <w:rsid w:val="00026728"/>
    <w:rsid w:val="00030DC1"/>
    <w:rsid w:val="0003410E"/>
    <w:rsid w:val="00036FAD"/>
    <w:rsid w:val="00037420"/>
    <w:rsid w:val="00037A34"/>
    <w:rsid w:val="0004359C"/>
    <w:rsid w:val="00047EF1"/>
    <w:rsid w:val="00051BCB"/>
    <w:rsid w:val="000538BA"/>
    <w:rsid w:val="0005440D"/>
    <w:rsid w:val="000646F5"/>
    <w:rsid w:val="00064AF4"/>
    <w:rsid w:val="000653C6"/>
    <w:rsid w:val="00066AD7"/>
    <w:rsid w:val="00067869"/>
    <w:rsid w:val="0007198C"/>
    <w:rsid w:val="000742B2"/>
    <w:rsid w:val="000863E1"/>
    <w:rsid w:val="000873F9"/>
    <w:rsid w:val="0009094A"/>
    <w:rsid w:val="00090DA9"/>
    <w:rsid w:val="000919E5"/>
    <w:rsid w:val="00092542"/>
    <w:rsid w:val="00092A06"/>
    <w:rsid w:val="00093C10"/>
    <w:rsid w:val="00095A22"/>
    <w:rsid w:val="000A0CCE"/>
    <w:rsid w:val="000A1DF8"/>
    <w:rsid w:val="000A33D1"/>
    <w:rsid w:val="000A42E8"/>
    <w:rsid w:val="000A4AD1"/>
    <w:rsid w:val="000A560E"/>
    <w:rsid w:val="000A61AA"/>
    <w:rsid w:val="000A770C"/>
    <w:rsid w:val="000A7DB8"/>
    <w:rsid w:val="000B234A"/>
    <w:rsid w:val="000B27AB"/>
    <w:rsid w:val="000B3608"/>
    <w:rsid w:val="000B4072"/>
    <w:rsid w:val="000B4BA2"/>
    <w:rsid w:val="000B669E"/>
    <w:rsid w:val="000B6957"/>
    <w:rsid w:val="000C25C3"/>
    <w:rsid w:val="000C40FA"/>
    <w:rsid w:val="000C5C2C"/>
    <w:rsid w:val="000C6D4B"/>
    <w:rsid w:val="000D3AAF"/>
    <w:rsid w:val="000D5DB4"/>
    <w:rsid w:val="000D5EBC"/>
    <w:rsid w:val="000E009E"/>
    <w:rsid w:val="000E07BF"/>
    <w:rsid w:val="000E0C60"/>
    <w:rsid w:val="000E112B"/>
    <w:rsid w:val="000E23B5"/>
    <w:rsid w:val="000E380C"/>
    <w:rsid w:val="000E4066"/>
    <w:rsid w:val="000E40CE"/>
    <w:rsid w:val="000E74FF"/>
    <w:rsid w:val="000F0392"/>
    <w:rsid w:val="000F1AEE"/>
    <w:rsid w:val="000F2D15"/>
    <w:rsid w:val="000F535E"/>
    <w:rsid w:val="001000BA"/>
    <w:rsid w:val="00102C68"/>
    <w:rsid w:val="00103BF1"/>
    <w:rsid w:val="00104229"/>
    <w:rsid w:val="001045E7"/>
    <w:rsid w:val="001050CE"/>
    <w:rsid w:val="001073A0"/>
    <w:rsid w:val="0011323D"/>
    <w:rsid w:val="00113F34"/>
    <w:rsid w:val="00114E00"/>
    <w:rsid w:val="00115197"/>
    <w:rsid w:val="00115257"/>
    <w:rsid w:val="00117F2D"/>
    <w:rsid w:val="001210CE"/>
    <w:rsid w:val="00121566"/>
    <w:rsid w:val="001222E8"/>
    <w:rsid w:val="00123BA7"/>
    <w:rsid w:val="00124AF6"/>
    <w:rsid w:val="001264A1"/>
    <w:rsid w:val="00127545"/>
    <w:rsid w:val="00127E2E"/>
    <w:rsid w:val="00127E51"/>
    <w:rsid w:val="00130404"/>
    <w:rsid w:val="001310AB"/>
    <w:rsid w:val="001319AF"/>
    <w:rsid w:val="001400AC"/>
    <w:rsid w:val="00141C32"/>
    <w:rsid w:val="00143D2B"/>
    <w:rsid w:val="00144314"/>
    <w:rsid w:val="00145B38"/>
    <w:rsid w:val="00145D49"/>
    <w:rsid w:val="0014755F"/>
    <w:rsid w:val="00147BBD"/>
    <w:rsid w:val="00147E11"/>
    <w:rsid w:val="00150043"/>
    <w:rsid w:val="001501B4"/>
    <w:rsid w:val="00150599"/>
    <w:rsid w:val="00152E80"/>
    <w:rsid w:val="00153054"/>
    <w:rsid w:val="00154242"/>
    <w:rsid w:val="00154E7F"/>
    <w:rsid w:val="00161C60"/>
    <w:rsid w:val="00161DF1"/>
    <w:rsid w:val="0016278C"/>
    <w:rsid w:val="00163F4B"/>
    <w:rsid w:val="00165D30"/>
    <w:rsid w:val="00166653"/>
    <w:rsid w:val="001706F8"/>
    <w:rsid w:val="00170FE5"/>
    <w:rsid w:val="00174151"/>
    <w:rsid w:val="0017561C"/>
    <w:rsid w:val="00176A42"/>
    <w:rsid w:val="00180166"/>
    <w:rsid w:val="0018043E"/>
    <w:rsid w:val="00186B5E"/>
    <w:rsid w:val="0018784B"/>
    <w:rsid w:val="001902C0"/>
    <w:rsid w:val="001925FB"/>
    <w:rsid w:val="00192CC3"/>
    <w:rsid w:val="00193CC0"/>
    <w:rsid w:val="001965F7"/>
    <w:rsid w:val="00196B95"/>
    <w:rsid w:val="001A1D6B"/>
    <w:rsid w:val="001A3077"/>
    <w:rsid w:val="001A3308"/>
    <w:rsid w:val="001A33E8"/>
    <w:rsid w:val="001A3F7B"/>
    <w:rsid w:val="001A4AFE"/>
    <w:rsid w:val="001A4FDD"/>
    <w:rsid w:val="001A6910"/>
    <w:rsid w:val="001A7D01"/>
    <w:rsid w:val="001B040F"/>
    <w:rsid w:val="001B0D12"/>
    <w:rsid w:val="001B1AF4"/>
    <w:rsid w:val="001B498D"/>
    <w:rsid w:val="001B50E9"/>
    <w:rsid w:val="001B710C"/>
    <w:rsid w:val="001C1324"/>
    <w:rsid w:val="001C39A2"/>
    <w:rsid w:val="001C3D99"/>
    <w:rsid w:val="001C40D1"/>
    <w:rsid w:val="001C4E01"/>
    <w:rsid w:val="001C5EB7"/>
    <w:rsid w:val="001C5EBC"/>
    <w:rsid w:val="001D646E"/>
    <w:rsid w:val="001D7E6D"/>
    <w:rsid w:val="001E0586"/>
    <w:rsid w:val="001E3379"/>
    <w:rsid w:val="001E3A00"/>
    <w:rsid w:val="001E3C4C"/>
    <w:rsid w:val="001E588F"/>
    <w:rsid w:val="001F1013"/>
    <w:rsid w:val="001F500A"/>
    <w:rsid w:val="001F6FCA"/>
    <w:rsid w:val="001F73A0"/>
    <w:rsid w:val="001F76F8"/>
    <w:rsid w:val="002020D5"/>
    <w:rsid w:val="00202D16"/>
    <w:rsid w:val="00204D4F"/>
    <w:rsid w:val="00205BF0"/>
    <w:rsid w:val="002075FF"/>
    <w:rsid w:val="00211A11"/>
    <w:rsid w:val="00212A51"/>
    <w:rsid w:val="00213A6D"/>
    <w:rsid w:val="0021405B"/>
    <w:rsid w:val="002145CD"/>
    <w:rsid w:val="002162EE"/>
    <w:rsid w:val="0022009C"/>
    <w:rsid w:val="0022085D"/>
    <w:rsid w:val="00222C57"/>
    <w:rsid w:val="00223C85"/>
    <w:rsid w:val="00223CA4"/>
    <w:rsid w:val="00223E99"/>
    <w:rsid w:val="00226AC7"/>
    <w:rsid w:val="002276E6"/>
    <w:rsid w:val="0023154A"/>
    <w:rsid w:val="00231920"/>
    <w:rsid w:val="00231B13"/>
    <w:rsid w:val="00232FCF"/>
    <w:rsid w:val="00233140"/>
    <w:rsid w:val="002334D0"/>
    <w:rsid w:val="0023433E"/>
    <w:rsid w:val="0023479B"/>
    <w:rsid w:val="00236D5E"/>
    <w:rsid w:val="00237F2C"/>
    <w:rsid w:val="002404CB"/>
    <w:rsid w:val="002432B4"/>
    <w:rsid w:val="00244465"/>
    <w:rsid w:val="0024493D"/>
    <w:rsid w:val="002450C3"/>
    <w:rsid w:val="00245B14"/>
    <w:rsid w:val="00247B5C"/>
    <w:rsid w:val="0025171E"/>
    <w:rsid w:val="002559B4"/>
    <w:rsid w:val="00256215"/>
    <w:rsid w:val="002577D5"/>
    <w:rsid w:val="00257DD3"/>
    <w:rsid w:val="00261266"/>
    <w:rsid w:val="0026667A"/>
    <w:rsid w:val="0026742D"/>
    <w:rsid w:val="0027002C"/>
    <w:rsid w:val="00272B1F"/>
    <w:rsid w:val="00273DDD"/>
    <w:rsid w:val="00274A47"/>
    <w:rsid w:val="00275416"/>
    <w:rsid w:val="00275F61"/>
    <w:rsid w:val="00276022"/>
    <w:rsid w:val="00277EAA"/>
    <w:rsid w:val="00283016"/>
    <w:rsid w:val="00283BAF"/>
    <w:rsid w:val="00284228"/>
    <w:rsid w:val="00286720"/>
    <w:rsid w:val="00287E19"/>
    <w:rsid w:val="00290651"/>
    <w:rsid w:val="0029122B"/>
    <w:rsid w:val="00291B08"/>
    <w:rsid w:val="00291FD3"/>
    <w:rsid w:val="00292AD0"/>
    <w:rsid w:val="0029414B"/>
    <w:rsid w:val="002941A8"/>
    <w:rsid w:val="002954BF"/>
    <w:rsid w:val="002956E0"/>
    <w:rsid w:val="00296A36"/>
    <w:rsid w:val="00297A43"/>
    <w:rsid w:val="002A1C0B"/>
    <w:rsid w:val="002A30EC"/>
    <w:rsid w:val="002A37A9"/>
    <w:rsid w:val="002A3EEB"/>
    <w:rsid w:val="002A40C9"/>
    <w:rsid w:val="002A575B"/>
    <w:rsid w:val="002B7E63"/>
    <w:rsid w:val="002C0F5D"/>
    <w:rsid w:val="002C1442"/>
    <w:rsid w:val="002C1EE1"/>
    <w:rsid w:val="002C50CD"/>
    <w:rsid w:val="002C6207"/>
    <w:rsid w:val="002C63AC"/>
    <w:rsid w:val="002D2B36"/>
    <w:rsid w:val="002D71A2"/>
    <w:rsid w:val="002E0EAD"/>
    <w:rsid w:val="002E1480"/>
    <w:rsid w:val="002E1F7D"/>
    <w:rsid w:val="002E3D02"/>
    <w:rsid w:val="002E4399"/>
    <w:rsid w:val="002E5B20"/>
    <w:rsid w:val="002E5EB4"/>
    <w:rsid w:val="002E6966"/>
    <w:rsid w:val="002E6E48"/>
    <w:rsid w:val="002E7A33"/>
    <w:rsid w:val="002F0633"/>
    <w:rsid w:val="002F19CC"/>
    <w:rsid w:val="002F343E"/>
    <w:rsid w:val="002F505C"/>
    <w:rsid w:val="002F53EB"/>
    <w:rsid w:val="002F637E"/>
    <w:rsid w:val="002F7A50"/>
    <w:rsid w:val="00301EA3"/>
    <w:rsid w:val="00304C0E"/>
    <w:rsid w:val="00311442"/>
    <w:rsid w:val="00311B62"/>
    <w:rsid w:val="00312935"/>
    <w:rsid w:val="003139A8"/>
    <w:rsid w:val="003149CB"/>
    <w:rsid w:val="0032003B"/>
    <w:rsid w:val="00320BD9"/>
    <w:rsid w:val="00321DDC"/>
    <w:rsid w:val="00322025"/>
    <w:rsid w:val="003222F4"/>
    <w:rsid w:val="00324647"/>
    <w:rsid w:val="00324873"/>
    <w:rsid w:val="00326459"/>
    <w:rsid w:val="003265C5"/>
    <w:rsid w:val="00327076"/>
    <w:rsid w:val="00331EA1"/>
    <w:rsid w:val="003339C0"/>
    <w:rsid w:val="00336243"/>
    <w:rsid w:val="00336814"/>
    <w:rsid w:val="003402C2"/>
    <w:rsid w:val="003415C8"/>
    <w:rsid w:val="00341C1C"/>
    <w:rsid w:val="00342527"/>
    <w:rsid w:val="00342DDE"/>
    <w:rsid w:val="00343CF9"/>
    <w:rsid w:val="00344241"/>
    <w:rsid w:val="0034787C"/>
    <w:rsid w:val="00350BB3"/>
    <w:rsid w:val="003518B3"/>
    <w:rsid w:val="003519FE"/>
    <w:rsid w:val="00351FB6"/>
    <w:rsid w:val="00352C58"/>
    <w:rsid w:val="00354069"/>
    <w:rsid w:val="00354329"/>
    <w:rsid w:val="003548D8"/>
    <w:rsid w:val="00355E5F"/>
    <w:rsid w:val="003579DA"/>
    <w:rsid w:val="00357E3B"/>
    <w:rsid w:val="00360630"/>
    <w:rsid w:val="00360C55"/>
    <w:rsid w:val="0037386D"/>
    <w:rsid w:val="00375122"/>
    <w:rsid w:val="00375D09"/>
    <w:rsid w:val="00375E37"/>
    <w:rsid w:val="00376659"/>
    <w:rsid w:val="0038322C"/>
    <w:rsid w:val="00383468"/>
    <w:rsid w:val="00383D7F"/>
    <w:rsid w:val="0038432E"/>
    <w:rsid w:val="00384F4B"/>
    <w:rsid w:val="00385786"/>
    <w:rsid w:val="00392937"/>
    <w:rsid w:val="00394F86"/>
    <w:rsid w:val="003965E5"/>
    <w:rsid w:val="003967AF"/>
    <w:rsid w:val="003A08B0"/>
    <w:rsid w:val="003A2D26"/>
    <w:rsid w:val="003A3BFE"/>
    <w:rsid w:val="003A5756"/>
    <w:rsid w:val="003A586D"/>
    <w:rsid w:val="003A7199"/>
    <w:rsid w:val="003B0433"/>
    <w:rsid w:val="003B0443"/>
    <w:rsid w:val="003B2214"/>
    <w:rsid w:val="003B32E7"/>
    <w:rsid w:val="003B3ECC"/>
    <w:rsid w:val="003B5CB9"/>
    <w:rsid w:val="003B67C6"/>
    <w:rsid w:val="003C1297"/>
    <w:rsid w:val="003C1B57"/>
    <w:rsid w:val="003C20F7"/>
    <w:rsid w:val="003C3C2F"/>
    <w:rsid w:val="003C4077"/>
    <w:rsid w:val="003C413A"/>
    <w:rsid w:val="003C5520"/>
    <w:rsid w:val="003C6E05"/>
    <w:rsid w:val="003C70C0"/>
    <w:rsid w:val="003D0FD7"/>
    <w:rsid w:val="003D1496"/>
    <w:rsid w:val="003D42C2"/>
    <w:rsid w:val="003D42EC"/>
    <w:rsid w:val="003D6010"/>
    <w:rsid w:val="003D652C"/>
    <w:rsid w:val="003D6BC4"/>
    <w:rsid w:val="003D7AC6"/>
    <w:rsid w:val="003E700D"/>
    <w:rsid w:val="003E75E6"/>
    <w:rsid w:val="003F0A73"/>
    <w:rsid w:val="003F0BA5"/>
    <w:rsid w:val="003F0F2B"/>
    <w:rsid w:val="003F1043"/>
    <w:rsid w:val="003F35DA"/>
    <w:rsid w:val="003F5593"/>
    <w:rsid w:val="003F663D"/>
    <w:rsid w:val="0040094F"/>
    <w:rsid w:val="00400FF2"/>
    <w:rsid w:val="00401BDF"/>
    <w:rsid w:val="00402461"/>
    <w:rsid w:val="004028B5"/>
    <w:rsid w:val="00411EA7"/>
    <w:rsid w:val="00412412"/>
    <w:rsid w:val="0041289E"/>
    <w:rsid w:val="004128BD"/>
    <w:rsid w:val="00414FAE"/>
    <w:rsid w:val="00415723"/>
    <w:rsid w:val="00421BEA"/>
    <w:rsid w:val="00424285"/>
    <w:rsid w:val="00424D42"/>
    <w:rsid w:val="0042582D"/>
    <w:rsid w:val="00430CA0"/>
    <w:rsid w:val="00431A78"/>
    <w:rsid w:val="004328BE"/>
    <w:rsid w:val="00433D22"/>
    <w:rsid w:val="00434F7D"/>
    <w:rsid w:val="0043633D"/>
    <w:rsid w:val="00441309"/>
    <w:rsid w:val="00441D77"/>
    <w:rsid w:val="0044212F"/>
    <w:rsid w:val="00446140"/>
    <w:rsid w:val="004463E4"/>
    <w:rsid w:val="0044734C"/>
    <w:rsid w:val="00447C6C"/>
    <w:rsid w:val="00451856"/>
    <w:rsid w:val="00453C4D"/>
    <w:rsid w:val="00454503"/>
    <w:rsid w:val="00455BC7"/>
    <w:rsid w:val="00456104"/>
    <w:rsid w:val="004608BE"/>
    <w:rsid w:val="00463286"/>
    <w:rsid w:val="00463388"/>
    <w:rsid w:val="00465425"/>
    <w:rsid w:val="00467369"/>
    <w:rsid w:val="00467D0A"/>
    <w:rsid w:val="00470FC0"/>
    <w:rsid w:val="00473424"/>
    <w:rsid w:val="00473C9F"/>
    <w:rsid w:val="004760C9"/>
    <w:rsid w:val="00481B19"/>
    <w:rsid w:val="00482E9B"/>
    <w:rsid w:val="00483296"/>
    <w:rsid w:val="004843ED"/>
    <w:rsid w:val="004907C4"/>
    <w:rsid w:val="004912CF"/>
    <w:rsid w:val="00493495"/>
    <w:rsid w:val="004944D4"/>
    <w:rsid w:val="004952D5"/>
    <w:rsid w:val="004961CB"/>
    <w:rsid w:val="00496250"/>
    <w:rsid w:val="004962B4"/>
    <w:rsid w:val="00496973"/>
    <w:rsid w:val="004A0B99"/>
    <w:rsid w:val="004A1E4A"/>
    <w:rsid w:val="004A49DF"/>
    <w:rsid w:val="004A4E12"/>
    <w:rsid w:val="004A4FB2"/>
    <w:rsid w:val="004A5148"/>
    <w:rsid w:val="004A53CC"/>
    <w:rsid w:val="004A5926"/>
    <w:rsid w:val="004A5F64"/>
    <w:rsid w:val="004A66E3"/>
    <w:rsid w:val="004B189C"/>
    <w:rsid w:val="004B51D1"/>
    <w:rsid w:val="004C273B"/>
    <w:rsid w:val="004C2AF2"/>
    <w:rsid w:val="004C4CEC"/>
    <w:rsid w:val="004D0064"/>
    <w:rsid w:val="004D288F"/>
    <w:rsid w:val="004D3FB3"/>
    <w:rsid w:val="004D6B4B"/>
    <w:rsid w:val="004D6E84"/>
    <w:rsid w:val="004D762A"/>
    <w:rsid w:val="004E23F3"/>
    <w:rsid w:val="004F1180"/>
    <w:rsid w:val="004F5565"/>
    <w:rsid w:val="004F5B6D"/>
    <w:rsid w:val="004F73F4"/>
    <w:rsid w:val="004F7A51"/>
    <w:rsid w:val="004F7A5F"/>
    <w:rsid w:val="00501874"/>
    <w:rsid w:val="00503B8F"/>
    <w:rsid w:val="00504747"/>
    <w:rsid w:val="005058E1"/>
    <w:rsid w:val="00505EFF"/>
    <w:rsid w:val="005060A4"/>
    <w:rsid w:val="0050648E"/>
    <w:rsid w:val="00507059"/>
    <w:rsid w:val="00507377"/>
    <w:rsid w:val="00510FD9"/>
    <w:rsid w:val="005120E1"/>
    <w:rsid w:val="005157EE"/>
    <w:rsid w:val="00520E21"/>
    <w:rsid w:val="0052500F"/>
    <w:rsid w:val="00525489"/>
    <w:rsid w:val="00526F80"/>
    <w:rsid w:val="00530F8E"/>
    <w:rsid w:val="005311A8"/>
    <w:rsid w:val="005312AC"/>
    <w:rsid w:val="00531AD8"/>
    <w:rsid w:val="00535663"/>
    <w:rsid w:val="005379E5"/>
    <w:rsid w:val="0054089A"/>
    <w:rsid w:val="005414B2"/>
    <w:rsid w:val="00541A16"/>
    <w:rsid w:val="00543893"/>
    <w:rsid w:val="00544407"/>
    <w:rsid w:val="00545BC1"/>
    <w:rsid w:val="005465A9"/>
    <w:rsid w:val="00550408"/>
    <w:rsid w:val="00551558"/>
    <w:rsid w:val="0055242D"/>
    <w:rsid w:val="00553C36"/>
    <w:rsid w:val="00555422"/>
    <w:rsid w:val="00561ADB"/>
    <w:rsid w:val="005632EC"/>
    <w:rsid w:val="0056522A"/>
    <w:rsid w:val="00565779"/>
    <w:rsid w:val="00566845"/>
    <w:rsid w:val="00571340"/>
    <w:rsid w:val="005714F8"/>
    <w:rsid w:val="00573D68"/>
    <w:rsid w:val="0057629C"/>
    <w:rsid w:val="0057713D"/>
    <w:rsid w:val="00577D40"/>
    <w:rsid w:val="0058305D"/>
    <w:rsid w:val="00583DC3"/>
    <w:rsid w:val="005922D5"/>
    <w:rsid w:val="00593560"/>
    <w:rsid w:val="00595ED5"/>
    <w:rsid w:val="00597AE7"/>
    <w:rsid w:val="005A46BD"/>
    <w:rsid w:val="005A4925"/>
    <w:rsid w:val="005B0D51"/>
    <w:rsid w:val="005B179C"/>
    <w:rsid w:val="005B3E40"/>
    <w:rsid w:val="005B6881"/>
    <w:rsid w:val="005B6FC9"/>
    <w:rsid w:val="005B7F04"/>
    <w:rsid w:val="005C3678"/>
    <w:rsid w:val="005C373B"/>
    <w:rsid w:val="005C53A3"/>
    <w:rsid w:val="005C7B2D"/>
    <w:rsid w:val="005D5177"/>
    <w:rsid w:val="005D591D"/>
    <w:rsid w:val="005D5BB9"/>
    <w:rsid w:val="005D7C57"/>
    <w:rsid w:val="005E3623"/>
    <w:rsid w:val="005E4C0A"/>
    <w:rsid w:val="005E4D65"/>
    <w:rsid w:val="005E541C"/>
    <w:rsid w:val="005E5A06"/>
    <w:rsid w:val="005E5E1D"/>
    <w:rsid w:val="005E648C"/>
    <w:rsid w:val="005F0F20"/>
    <w:rsid w:val="005F1B47"/>
    <w:rsid w:val="005F1C6D"/>
    <w:rsid w:val="006038A7"/>
    <w:rsid w:val="0061237D"/>
    <w:rsid w:val="006133B6"/>
    <w:rsid w:val="00614003"/>
    <w:rsid w:val="0061523E"/>
    <w:rsid w:val="00616007"/>
    <w:rsid w:val="0061653F"/>
    <w:rsid w:val="006201A5"/>
    <w:rsid w:val="006215E4"/>
    <w:rsid w:val="0062175C"/>
    <w:rsid w:val="006233D7"/>
    <w:rsid w:val="00623DC5"/>
    <w:rsid w:val="00623F26"/>
    <w:rsid w:val="00626C62"/>
    <w:rsid w:val="00630F7A"/>
    <w:rsid w:val="006325B4"/>
    <w:rsid w:val="00632EFE"/>
    <w:rsid w:val="00635391"/>
    <w:rsid w:val="00635EFF"/>
    <w:rsid w:val="00637658"/>
    <w:rsid w:val="00637CDB"/>
    <w:rsid w:val="00643836"/>
    <w:rsid w:val="00644120"/>
    <w:rsid w:val="006449A7"/>
    <w:rsid w:val="006469EF"/>
    <w:rsid w:val="00650559"/>
    <w:rsid w:val="00651436"/>
    <w:rsid w:val="00651493"/>
    <w:rsid w:val="00651BAD"/>
    <w:rsid w:val="006547D1"/>
    <w:rsid w:val="00654CC6"/>
    <w:rsid w:val="00657F86"/>
    <w:rsid w:val="00662B8B"/>
    <w:rsid w:val="00663B84"/>
    <w:rsid w:val="00665051"/>
    <w:rsid w:val="00665DB6"/>
    <w:rsid w:val="00670F00"/>
    <w:rsid w:val="00676009"/>
    <w:rsid w:val="00681062"/>
    <w:rsid w:val="00687B10"/>
    <w:rsid w:val="006910B5"/>
    <w:rsid w:val="00692145"/>
    <w:rsid w:val="00694DE9"/>
    <w:rsid w:val="0069561A"/>
    <w:rsid w:val="006A25DE"/>
    <w:rsid w:val="006A4E0D"/>
    <w:rsid w:val="006A57AB"/>
    <w:rsid w:val="006B0E2B"/>
    <w:rsid w:val="006B1CF6"/>
    <w:rsid w:val="006B1F6F"/>
    <w:rsid w:val="006B3B0B"/>
    <w:rsid w:val="006B4C3B"/>
    <w:rsid w:val="006B5EE3"/>
    <w:rsid w:val="006C004A"/>
    <w:rsid w:val="006C220B"/>
    <w:rsid w:val="006C3E25"/>
    <w:rsid w:val="006C57AE"/>
    <w:rsid w:val="006C58FD"/>
    <w:rsid w:val="006C704B"/>
    <w:rsid w:val="006D0804"/>
    <w:rsid w:val="006D17B9"/>
    <w:rsid w:val="006D1A72"/>
    <w:rsid w:val="006D44B1"/>
    <w:rsid w:val="006D5424"/>
    <w:rsid w:val="006D676A"/>
    <w:rsid w:val="006E0E5A"/>
    <w:rsid w:val="006E1531"/>
    <w:rsid w:val="006F0E4B"/>
    <w:rsid w:val="006F0EC5"/>
    <w:rsid w:val="006F33E5"/>
    <w:rsid w:val="006F5533"/>
    <w:rsid w:val="006F6BB6"/>
    <w:rsid w:val="006F7548"/>
    <w:rsid w:val="006F7E96"/>
    <w:rsid w:val="00700F55"/>
    <w:rsid w:val="00702190"/>
    <w:rsid w:val="00702B58"/>
    <w:rsid w:val="00703759"/>
    <w:rsid w:val="00704163"/>
    <w:rsid w:val="0071018B"/>
    <w:rsid w:val="0071233B"/>
    <w:rsid w:val="00712890"/>
    <w:rsid w:val="00713C4F"/>
    <w:rsid w:val="00716418"/>
    <w:rsid w:val="00716C25"/>
    <w:rsid w:val="00722F13"/>
    <w:rsid w:val="007262FB"/>
    <w:rsid w:val="0072667E"/>
    <w:rsid w:val="00726F75"/>
    <w:rsid w:val="007314A4"/>
    <w:rsid w:val="00731E6E"/>
    <w:rsid w:val="00735E0F"/>
    <w:rsid w:val="0073734B"/>
    <w:rsid w:val="00740233"/>
    <w:rsid w:val="00740390"/>
    <w:rsid w:val="007415EE"/>
    <w:rsid w:val="00741845"/>
    <w:rsid w:val="007418C6"/>
    <w:rsid w:val="00745624"/>
    <w:rsid w:val="007473A7"/>
    <w:rsid w:val="00747F3A"/>
    <w:rsid w:val="0075147A"/>
    <w:rsid w:val="007528C6"/>
    <w:rsid w:val="00752ECF"/>
    <w:rsid w:val="0075377A"/>
    <w:rsid w:val="00754DCF"/>
    <w:rsid w:val="00756276"/>
    <w:rsid w:val="0076158C"/>
    <w:rsid w:val="007622FE"/>
    <w:rsid w:val="00762867"/>
    <w:rsid w:val="00762A71"/>
    <w:rsid w:val="00764188"/>
    <w:rsid w:val="00772F26"/>
    <w:rsid w:val="0077334B"/>
    <w:rsid w:val="007741B5"/>
    <w:rsid w:val="007754E7"/>
    <w:rsid w:val="007755B3"/>
    <w:rsid w:val="007763B2"/>
    <w:rsid w:val="00782299"/>
    <w:rsid w:val="00784E79"/>
    <w:rsid w:val="00785BAF"/>
    <w:rsid w:val="00785BF7"/>
    <w:rsid w:val="007863D7"/>
    <w:rsid w:val="007956A5"/>
    <w:rsid w:val="00796328"/>
    <w:rsid w:val="00796DFD"/>
    <w:rsid w:val="007A0E19"/>
    <w:rsid w:val="007A1A0E"/>
    <w:rsid w:val="007A2948"/>
    <w:rsid w:val="007A3AA6"/>
    <w:rsid w:val="007A4C87"/>
    <w:rsid w:val="007A572B"/>
    <w:rsid w:val="007A6E82"/>
    <w:rsid w:val="007B123F"/>
    <w:rsid w:val="007B16CB"/>
    <w:rsid w:val="007B1A97"/>
    <w:rsid w:val="007B35E3"/>
    <w:rsid w:val="007B3CAD"/>
    <w:rsid w:val="007B572B"/>
    <w:rsid w:val="007C067F"/>
    <w:rsid w:val="007C2CFF"/>
    <w:rsid w:val="007C2FDA"/>
    <w:rsid w:val="007C3193"/>
    <w:rsid w:val="007C322F"/>
    <w:rsid w:val="007C328A"/>
    <w:rsid w:val="007C5B9C"/>
    <w:rsid w:val="007C6981"/>
    <w:rsid w:val="007C6A9C"/>
    <w:rsid w:val="007D117F"/>
    <w:rsid w:val="007D17E9"/>
    <w:rsid w:val="007D6894"/>
    <w:rsid w:val="007D792C"/>
    <w:rsid w:val="007D79E2"/>
    <w:rsid w:val="007E14D6"/>
    <w:rsid w:val="007E21F8"/>
    <w:rsid w:val="007E2487"/>
    <w:rsid w:val="007E2EFF"/>
    <w:rsid w:val="007E6997"/>
    <w:rsid w:val="007F39A5"/>
    <w:rsid w:val="007F3A01"/>
    <w:rsid w:val="007F45C3"/>
    <w:rsid w:val="007F5F97"/>
    <w:rsid w:val="0080047B"/>
    <w:rsid w:val="008019C3"/>
    <w:rsid w:val="0080495B"/>
    <w:rsid w:val="008071D2"/>
    <w:rsid w:val="00810781"/>
    <w:rsid w:val="008137A6"/>
    <w:rsid w:val="00814414"/>
    <w:rsid w:val="00814499"/>
    <w:rsid w:val="0081582A"/>
    <w:rsid w:val="0081666B"/>
    <w:rsid w:val="00821E33"/>
    <w:rsid w:val="0082218A"/>
    <w:rsid w:val="00823F63"/>
    <w:rsid w:val="008249B5"/>
    <w:rsid w:val="008263BC"/>
    <w:rsid w:val="00830249"/>
    <w:rsid w:val="008302A9"/>
    <w:rsid w:val="00830AD2"/>
    <w:rsid w:val="008321B2"/>
    <w:rsid w:val="0083269C"/>
    <w:rsid w:val="00833187"/>
    <w:rsid w:val="0083327F"/>
    <w:rsid w:val="00833CE7"/>
    <w:rsid w:val="008403CF"/>
    <w:rsid w:val="00840C12"/>
    <w:rsid w:val="008430EC"/>
    <w:rsid w:val="0084334B"/>
    <w:rsid w:val="0084571E"/>
    <w:rsid w:val="00845EAD"/>
    <w:rsid w:val="00845F3F"/>
    <w:rsid w:val="008518E4"/>
    <w:rsid w:val="00851A66"/>
    <w:rsid w:val="00852C83"/>
    <w:rsid w:val="00853BC3"/>
    <w:rsid w:val="0085458A"/>
    <w:rsid w:val="00854615"/>
    <w:rsid w:val="00854C26"/>
    <w:rsid w:val="00856A86"/>
    <w:rsid w:val="008579B3"/>
    <w:rsid w:val="00857EE5"/>
    <w:rsid w:val="00860E2C"/>
    <w:rsid w:val="008619F4"/>
    <w:rsid w:val="008623EA"/>
    <w:rsid w:val="00864872"/>
    <w:rsid w:val="0086664D"/>
    <w:rsid w:val="00870264"/>
    <w:rsid w:val="00870E6C"/>
    <w:rsid w:val="008718CA"/>
    <w:rsid w:val="00875093"/>
    <w:rsid w:val="00875179"/>
    <w:rsid w:val="00875F2C"/>
    <w:rsid w:val="00876A76"/>
    <w:rsid w:val="0087767C"/>
    <w:rsid w:val="00877F9D"/>
    <w:rsid w:val="008803A7"/>
    <w:rsid w:val="00880B36"/>
    <w:rsid w:val="008824E2"/>
    <w:rsid w:val="00886AD8"/>
    <w:rsid w:val="00886F1C"/>
    <w:rsid w:val="008904BD"/>
    <w:rsid w:val="00895123"/>
    <w:rsid w:val="00896E9F"/>
    <w:rsid w:val="008A1F12"/>
    <w:rsid w:val="008A2149"/>
    <w:rsid w:val="008A4D53"/>
    <w:rsid w:val="008A601F"/>
    <w:rsid w:val="008B2202"/>
    <w:rsid w:val="008B3DB7"/>
    <w:rsid w:val="008B5225"/>
    <w:rsid w:val="008C3CF7"/>
    <w:rsid w:val="008C57DB"/>
    <w:rsid w:val="008C6C6D"/>
    <w:rsid w:val="008D1AE4"/>
    <w:rsid w:val="008D27BF"/>
    <w:rsid w:val="008D379C"/>
    <w:rsid w:val="008D45D4"/>
    <w:rsid w:val="008D5425"/>
    <w:rsid w:val="008D7B37"/>
    <w:rsid w:val="008E3890"/>
    <w:rsid w:val="008E4612"/>
    <w:rsid w:val="008E7DE5"/>
    <w:rsid w:val="008F1F33"/>
    <w:rsid w:val="008F2A1E"/>
    <w:rsid w:val="008F3B8C"/>
    <w:rsid w:val="008F5541"/>
    <w:rsid w:val="008F675B"/>
    <w:rsid w:val="008F6FF8"/>
    <w:rsid w:val="008F7472"/>
    <w:rsid w:val="008F78E6"/>
    <w:rsid w:val="00900D3C"/>
    <w:rsid w:val="00901EDC"/>
    <w:rsid w:val="00902431"/>
    <w:rsid w:val="009052B0"/>
    <w:rsid w:val="0090532E"/>
    <w:rsid w:val="00910551"/>
    <w:rsid w:val="00912823"/>
    <w:rsid w:val="009162A5"/>
    <w:rsid w:val="0091658A"/>
    <w:rsid w:val="0091702C"/>
    <w:rsid w:val="00917F57"/>
    <w:rsid w:val="00921D37"/>
    <w:rsid w:val="00923789"/>
    <w:rsid w:val="009250A4"/>
    <w:rsid w:val="00925145"/>
    <w:rsid w:val="009256F9"/>
    <w:rsid w:val="00933173"/>
    <w:rsid w:val="00933CC0"/>
    <w:rsid w:val="009340D8"/>
    <w:rsid w:val="00934EEA"/>
    <w:rsid w:val="009356E6"/>
    <w:rsid w:val="00936476"/>
    <w:rsid w:val="0094099E"/>
    <w:rsid w:val="00941900"/>
    <w:rsid w:val="00941D9E"/>
    <w:rsid w:val="009445AD"/>
    <w:rsid w:val="009447E2"/>
    <w:rsid w:val="00945A37"/>
    <w:rsid w:val="00946D5F"/>
    <w:rsid w:val="0095043D"/>
    <w:rsid w:val="00956F12"/>
    <w:rsid w:val="00957538"/>
    <w:rsid w:val="00960841"/>
    <w:rsid w:val="009612E9"/>
    <w:rsid w:val="009617F2"/>
    <w:rsid w:val="00964BB0"/>
    <w:rsid w:val="00967277"/>
    <w:rsid w:val="0096796E"/>
    <w:rsid w:val="00967DB2"/>
    <w:rsid w:val="0097008B"/>
    <w:rsid w:val="009713ED"/>
    <w:rsid w:val="00977300"/>
    <w:rsid w:val="009841A5"/>
    <w:rsid w:val="009847CC"/>
    <w:rsid w:val="00984AC3"/>
    <w:rsid w:val="0098695F"/>
    <w:rsid w:val="00990463"/>
    <w:rsid w:val="009920F9"/>
    <w:rsid w:val="00992926"/>
    <w:rsid w:val="0099339F"/>
    <w:rsid w:val="009950AC"/>
    <w:rsid w:val="009A2265"/>
    <w:rsid w:val="009A2B81"/>
    <w:rsid w:val="009A366E"/>
    <w:rsid w:val="009A4046"/>
    <w:rsid w:val="009A526D"/>
    <w:rsid w:val="009A6953"/>
    <w:rsid w:val="009B0132"/>
    <w:rsid w:val="009B016B"/>
    <w:rsid w:val="009B0716"/>
    <w:rsid w:val="009B0DB6"/>
    <w:rsid w:val="009B246B"/>
    <w:rsid w:val="009B3509"/>
    <w:rsid w:val="009B39BE"/>
    <w:rsid w:val="009B3CEC"/>
    <w:rsid w:val="009B7DD1"/>
    <w:rsid w:val="009C4203"/>
    <w:rsid w:val="009D058F"/>
    <w:rsid w:val="009D2F07"/>
    <w:rsid w:val="009E02C1"/>
    <w:rsid w:val="009E4E2D"/>
    <w:rsid w:val="009E53C4"/>
    <w:rsid w:val="009E7305"/>
    <w:rsid w:val="009E7AE5"/>
    <w:rsid w:val="009F39B8"/>
    <w:rsid w:val="00A00886"/>
    <w:rsid w:val="00A01419"/>
    <w:rsid w:val="00A02B07"/>
    <w:rsid w:val="00A036D5"/>
    <w:rsid w:val="00A047C3"/>
    <w:rsid w:val="00A05D24"/>
    <w:rsid w:val="00A06612"/>
    <w:rsid w:val="00A07154"/>
    <w:rsid w:val="00A072E7"/>
    <w:rsid w:val="00A074EA"/>
    <w:rsid w:val="00A07D66"/>
    <w:rsid w:val="00A111A9"/>
    <w:rsid w:val="00A11B2B"/>
    <w:rsid w:val="00A13362"/>
    <w:rsid w:val="00A14567"/>
    <w:rsid w:val="00A159AA"/>
    <w:rsid w:val="00A15B7E"/>
    <w:rsid w:val="00A20875"/>
    <w:rsid w:val="00A22E40"/>
    <w:rsid w:val="00A240C6"/>
    <w:rsid w:val="00A248CD"/>
    <w:rsid w:val="00A271BF"/>
    <w:rsid w:val="00A27BA6"/>
    <w:rsid w:val="00A30BB8"/>
    <w:rsid w:val="00A34356"/>
    <w:rsid w:val="00A3460A"/>
    <w:rsid w:val="00A3578E"/>
    <w:rsid w:val="00A35F9C"/>
    <w:rsid w:val="00A36FB0"/>
    <w:rsid w:val="00A37491"/>
    <w:rsid w:val="00A40008"/>
    <w:rsid w:val="00A40B42"/>
    <w:rsid w:val="00A40B9F"/>
    <w:rsid w:val="00A44171"/>
    <w:rsid w:val="00A50ECE"/>
    <w:rsid w:val="00A522B1"/>
    <w:rsid w:val="00A53A10"/>
    <w:rsid w:val="00A54563"/>
    <w:rsid w:val="00A55062"/>
    <w:rsid w:val="00A572AF"/>
    <w:rsid w:val="00A57871"/>
    <w:rsid w:val="00A57DDC"/>
    <w:rsid w:val="00A602E6"/>
    <w:rsid w:val="00A62823"/>
    <w:rsid w:val="00A6597A"/>
    <w:rsid w:val="00A67711"/>
    <w:rsid w:val="00A71964"/>
    <w:rsid w:val="00A71B0E"/>
    <w:rsid w:val="00A73824"/>
    <w:rsid w:val="00A74793"/>
    <w:rsid w:val="00A754E0"/>
    <w:rsid w:val="00A77873"/>
    <w:rsid w:val="00A81DDA"/>
    <w:rsid w:val="00A824EE"/>
    <w:rsid w:val="00A82C2B"/>
    <w:rsid w:val="00A82F58"/>
    <w:rsid w:val="00A85D22"/>
    <w:rsid w:val="00A860BF"/>
    <w:rsid w:val="00A87184"/>
    <w:rsid w:val="00A87562"/>
    <w:rsid w:val="00A9035B"/>
    <w:rsid w:val="00A9095D"/>
    <w:rsid w:val="00A919FC"/>
    <w:rsid w:val="00A937F3"/>
    <w:rsid w:val="00A9463C"/>
    <w:rsid w:val="00A950DB"/>
    <w:rsid w:val="00A95617"/>
    <w:rsid w:val="00A9677B"/>
    <w:rsid w:val="00A974F1"/>
    <w:rsid w:val="00AA3428"/>
    <w:rsid w:val="00AA3660"/>
    <w:rsid w:val="00AB543B"/>
    <w:rsid w:val="00AB58D2"/>
    <w:rsid w:val="00AC0C01"/>
    <w:rsid w:val="00AC0EC6"/>
    <w:rsid w:val="00AC1C97"/>
    <w:rsid w:val="00AC49FF"/>
    <w:rsid w:val="00AD15D2"/>
    <w:rsid w:val="00AD1BB3"/>
    <w:rsid w:val="00AD7036"/>
    <w:rsid w:val="00AD74B4"/>
    <w:rsid w:val="00AE5DC4"/>
    <w:rsid w:val="00AE68F7"/>
    <w:rsid w:val="00AF1E4D"/>
    <w:rsid w:val="00AF2873"/>
    <w:rsid w:val="00AF3399"/>
    <w:rsid w:val="00AF585F"/>
    <w:rsid w:val="00AF5C32"/>
    <w:rsid w:val="00AF663E"/>
    <w:rsid w:val="00AF7D30"/>
    <w:rsid w:val="00B006EE"/>
    <w:rsid w:val="00B0079C"/>
    <w:rsid w:val="00B02056"/>
    <w:rsid w:val="00B02C79"/>
    <w:rsid w:val="00B03194"/>
    <w:rsid w:val="00B06585"/>
    <w:rsid w:val="00B06AB3"/>
    <w:rsid w:val="00B10027"/>
    <w:rsid w:val="00B10F93"/>
    <w:rsid w:val="00B14860"/>
    <w:rsid w:val="00B14CAF"/>
    <w:rsid w:val="00B20D15"/>
    <w:rsid w:val="00B21ACC"/>
    <w:rsid w:val="00B22E70"/>
    <w:rsid w:val="00B2362E"/>
    <w:rsid w:val="00B236AC"/>
    <w:rsid w:val="00B23B7F"/>
    <w:rsid w:val="00B23C84"/>
    <w:rsid w:val="00B23D1E"/>
    <w:rsid w:val="00B249DB"/>
    <w:rsid w:val="00B25543"/>
    <w:rsid w:val="00B25587"/>
    <w:rsid w:val="00B25E51"/>
    <w:rsid w:val="00B303EC"/>
    <w:rsid w:val="00B30D99"/>
    <w:rsid w:val="00B31AA5"/>
    <w:rsid w:val="00B36542"/>
    <w:rsid w:val="00B3779E"/>
    <w:rsid w:val="00B37A7B"/>
    <w:rsid w:val="00B40132"/>
    <w:rsid w:val="00B408C4"/>
    <w:rsid w:val="00B41D16"/>
    <w:rsid w:val="00B4435B"/>
    <w:rsid w:val="00B460B3"/>
    <w:rsid w:val="00B473D4"/>
    <w:rsid w:val="00B475D3"/>
    <w:rsid w:val="00B518D4"/>
    <w:rsid w:val="00B53E70"/>
    <w:rsid w:val="00B54022"/>
    <w:rsid w:val="00B549D9"/>
    <w:rsid w:val="00B55569"/>
    <w:rsid w:val="00B560E8"/>
    <w:rsid w:val="00B56D86"/>
    <w:rsid w:val="00B603A3"/>
    <w:rsid w:val="00B64138"/>
    <w:rsid w:val="00B64429"/>
    <w:rsid w:val="00B65D85"/>
    <w:rsid w:val="00B66FCF"/>
    <w:rsid w:val="00B7060F"/>
    <w:rsid w:val="00B73B23"/>
    <w:rsid w:val="00B76F28"/>
    <w:rsid w:val="00B8123D"/>
    <w:rsid w:val="00B81912"/>
    <w:rsid w:val="00B8333A"/>
    <w:rsid w:val="00B865BE"/>
    <w:rsid w:val="00B878F9"/>
    <w:rsid w:val="00B91221"/>
    <w:rsid w:val="00B915F3"/>
    <w:rsid w:val="00B92BE3"/>
    <w:rsid w:val="00B956C6"/>
    <w:rsid w:val="00B9581D"/>
    <w:rsid w:val="00B96C73"/>
    <w:rsid w:val="00BA1A3C"/>
    <w:rsid w:val="00BA5374"/>
    <w:rsid w:val="00BA59C5"/>
    <w:rsid w:val="00BB16DC"/>
    <w:rsid w:val="00BB2B75"/>
    <w:rsid w:val="00BB53CB"/>
    <w:rsid w:val="00BB70BB"/>
    <w:rsid w:val="00BB75DA"/>
    <w:rsid w:val="00BC5DD7"/>
    <w:rsid w:val="00BC76E0"/>
    <w:rsid w:val="00BD2EB2"/>
    <w:rsid w:val="00BD3D2A"/>
    <w:rsid w:val="00BD58F2"/>
    <w:rsid w:val="00BD72A7"/>
    <w:rsid w:val="00BD73E5"/>
    <w:rsid w:val="00BD7C4C"/>
    <w:rsid w:val="00BE0D24"/>
    <w:rsid w:val="00BE46AB"/>
    <w:rsid w:val="00BE698E"/>
    <w:rsid w:val="00BE6CCF"/>
    <w:rsid w:val="00BE7E17"/>
    <w:rsid w:val="00BF03B8"/>
    <w:rsid w:val="00BF0EC1"/>
    <w:rsid w:val="00BF305D"/>
    <w:rsid w:val="00BF3BD6"/>
    <w:rsid w:val="00BF614E"/>
    <w:rsid w:val="00C01AED"/>
    <w:rsid w:val="00C02369"/>
    <w:rsid w:val="00C0467E"/>
    <w:rsid w:val="00C05087"/>
    <w:rsid w:val="00C0594B"/>
    <w:rsid w:val="00C05BE9"/>
    <w:rsid w:val="00C06424"/>
    <w:rsid w:val="00C0670D"/>
    <w:rsid w:val="00C06FB8"/>
    <w:rsid w:val="00C07282"/>
    <w:rsid w:val="00C078F5"/>
    <w:rsid w:val="00C11521"/>
    <w:rsid w:val="00C11BA5"/>
    <w:rsid w:val="00C1507D"/>
    <w:rsid w:val="00C15E06"/>
    <w:rsid w:val="00C17138"/>
    <w:rsid w:val="00C206A2"/>
    <w:rsid w:val="00C23059"/>
    <w:rsid w:val="00C23136"/>
    <w:rsid w:val="00C231D3"/>
    <w:rsid w:val="00C247F6"/>
    <w:rsid w:val="00C256F9"/>
    <w:rsid w:val="00C26473"/>
    <w:rsid w:val="00C26803"/>
    <w:rsid w:val="00C30F20"/>
    <w:rsid w:val="00C31B40"/>
    <w:rsid w:val="00C32F14"/>
    <w:rsid w:val="00C34DCC"/>
    <w:rsid w:val="00C36E37"/>
    <w:rsid w:val="00C37A13"/>
    <w:rsid w:val="00C37E7F"/>
    <w:rsid w:val="00C41584"/>
    <w:rsid w:val="00C41ACE"/>
    <w:rsid w:val="00C458C2"/>
    <w:rsid w:val="00C47540"/>
    <w:rsid w:val="00C521CC"/>
    <w:rsid w:val="00C5389C"/>
    <w:rsid w:val="00C53FF9"/>
    <w:rsid w:val="00C543B0"/>
    <w:rsid w:val="00C543D0"/>
    <w:rsid w:val="00C54593"/>
    <w:rsid w:val="00C551AC"/>
    <w:rsid w:val="00C55F54"/>
    <w:rsid w:val="00C60697"/>
    <w:rsid w:val="00C609C0"/>
    <w:rsid w:val="00C62B81"/>
    <w:rsid w:val="00C63723"/>
    <w:rsid w:val="00C63B81"/>
    <w:rsid w:val="00C6414A"/>
    <w:rsid w:val="00C64B20"/>
    <w:rsid w:val="00C65896"/>
    <w:rsid w:val="00C658E6"/>
    <w:rsid w:val="00C761E3"/>
    <w:rsid w:val="00C777F2"/>
    <w:rsid w:val="00C814E6"/>
    <w:rsid w:val="00C84D0A"/>
    <w:rsid w:val="00C902C1"/>
    <w:rsid w:val="00C933F5"/>
    <w:rsid w:val="00C95657"/>
    <w:rsid w:val="00CA0383"/>
    <w:rsid w:val="00CA13F6"/>
    <w:rsid w:val="00CA4420"/>
    <w:rsid w:val="00CA457E"/>
    <w:rsid w:val="00CA5960"/>
    <w:rsid w:val="00CA5B23"/>
    <w:rsid w:val="00CB0465"/>
    <w:rsid w:val="00CB3663"/>
    <w:rsid w:val="00CB6946"/>
    <w:rsid w:val="00CC0159"/>
    <w:rsid w:val="00CC2D52"/>
    <w:rsid w:val="00CC36B6"/>
    <w:rsid w:val="00CC3AA4"/>
    <w:rsid w:val="00CC4454"/>
    <w:rsid w:val="00CC74C6"/>
    <w:rsid w:val="00CD4EE8"/>
    <w:rsid w:val="00CD6C9D"/>
    <w:rsid w:val="00CD74F8"/>
    <w:rsid w:val="00CE0AC9"/>
    <w:rsid w:val="00CE2B6E"/>
    <w:rsid w:val="00CE5284"/>
    <w:rsid w:val="00CE6AD0"/>
    <w:rsid w:val="00CF01BD"/>
    <w:rsid w:val="00CF06B5"/>
    <w:rsid w:val="00CF0B8A"/>
    <w:rsid w:val="00CF25BA"/>
    <w:rsid w:val="00D02349"/>
    <w:rsid w:val="00D02DA6"/>
    <w:rsid w:val="00D06866"/>
    <w:rsid w:val="00D06DB1"/>
    <w:rsid w:val="00D10BFC"/>
    <w:rsid w:val="00D11DF4"/>
    <w:rsid w:val="00D13751"/>
    <w:rsid w:val="00D15FDA"/>
    <w:rsid w:val="00D1724A"/>
    <w:rsid w:val="00D17C27"/>
    <w:rsid w:val="00D21D2E"/>
    <w:rsid w:val="00D23039"/>
    <w:rsid w:val="00D23BEA"/>
    <w:rsid w:val="00D2635A"/>
    <w:rsid w:val="00D30484"/>
    <w:rsid w:val="00D317CB"/>
    <w:rsid w:val="00D31F41"/>
    <w:rsid w:val="00D3285B"/>
    <w:rsid w:val="00D32F01"/>
    <w:rsid w:val="00D34F23"/>
    <w:rsid w:val="00D37346"/>
    <w:rsid w:val="00D41436"/>
    <w:rsid w:val="00D43373"/>
    <w:rsid w:val="00D43B2F"/>
    <w:rsid w:val="00D444FE"/>
    <w:rsid w:val="00D45639"/>
    <w:rsid w:val="00D46151"/>
    <w:rsid w:val="00D46E90"/>
    <w:rsid w:val="00D4792B"/>
    <w:rsid w:val="00D47C1F"/>
    <w:rsid w:val="00D5189D"/>
    <w:rsid w:val="00D55EBB"/>
    <w:rsid w:val="00D57624"/>
    <w:rsid w:val="00D57D9C"/>
    <w:rsid w:val="00D6113B"/>
    <w:rsid w:val="00D614D1"/>
    <w:rsid w:val="00D6158B"/>
    <w:rsid w:val="00D61FA5"/>
    <w:rsid w:val="00D62A13"/>
    <w:rsid w:val="00D62E24"/>
    <w:rsid w:val="00D65418"/>
    <w:rsid w:val="00D66BD4"/>
    <w:rsid w:val="00D67C7D"/>
    <w:rsid w:val="00D723D5"/>
    <w:rsid w:val="00D72CC7"/>
    <w:rsid w:val="00D73CFD"/>
    <w:rsid w:val="00D8016F"/>
    <w:rsid w:val="00D8105F"/>
    <w:rsid w:val="00D85610"/>
    <w:rsid w:val="00D90125"/>
    <w:rsid w:val="00D91021"/>
    <w:rsid w:val="00D9371E"/>
    <w:rsid w:val="00D93C5B"/>
    <w:rsid w:val="00D9469B"/>
    <w:rsid w:val="00D94BE0"/>
    <w:rsid w:val="00D94E29"/>
    <w:rsid w:val="00D968DE"/>
    <w:rsid w:val="00D97725"/>
    <w:rsid w:val="00DA0EB0"/>
    <w:rsid w:val="00DA1B3D"/>
    <w:rsid w:val="00DA207D"/>
    <w:rsid w:val="00DA4F8F"/>
    <w:rsid w:val="00DA50D0"/>
    <w:rsid w:val="00DA68F8"/>
    <w:rsid w:val="00DA7AF6"/>
    <w:rsid w:val="00DA7C63"/>
    <w:rsid w:val="00DB1F4E"/>
    <w:rsid w:val="00DB311C"/>
    <w:rsid w:val="00DB4B67"/>
    <w:rsid w:val="00DC088F"/>
    <w:rsid w:val="00DC48F8"/>
    <w:rsid w:val="00DC4BA6"/>
    <w:rsid w:val="00DC51C5"/>
    <w:rsid w:val="00DC6BE8"/>
    <w:rsid w:val="00DD451E"/>
    <w:rsid w:val="00DE09B8"/>
    <w:rsid w:val="00DE2B57"/>
    <w:rsid w:val="00DE4B91"/>
    <w:rsid w:val="00DE5C1D"/>
    <w:rsid w:val="00DE6401"/>
    <w:rsid w:val="00DF01B9"/>
    <w:rsid w:val="00DF15D0"/>
    <w:rsid w:val="00DF1EEC"/>
    <w:rsid w:val="00DF2E1A"/>
    <w:rsid w:val="00DF3FB5"/>
    <w:rsid w:val="00DF4796"/>
    <w:rsid w:val="00DF622E"/>
    <w:rsid w:val="00DF7CE2"/>
    <w:rsid w:val="00E00A34"/>
    <w:rsid w:val="00E00DF4"/>
    <w:rsid w:val="00E03914"/>
    <w:rsid w:val="00E10CB3"/>
    <w:rsid w:val="00E1412D"/>
    <w:rsid w:val="00E1440B"/>
    <w:rsid w:val="00E1580D"/>
    <w:rsid w:val="00E17263"/>
    <w:rsid w:val="00E22634"/>
    <w:rsid w:val="00E2324A"/>
    <w:rsid w:val="00E26CB2"/>
    <w:rsid w:val="00E30A4D"/>
    <w:rsid w:val="00E312AF"/>
    <w:rsid w:val="00E31972"/>
    <w:rsid w:val="00E3231A"/>
    <w:rsid w:val="00E33327"/>
    <w:rsid w:val="00E352E9"/>
    <w:rsid w:val="00E42B06"/>
    <w:rsid w:val="00E451B9"/>
    <w:rsid w:val="00E5039F"/>
    <w:rsid w:val="00E522A9"/>
    <w:rsid w:val="00E55BF6"/>
    <w:rsid w:val="00E55C58"/>
    <w:rsid w:val="00E6055B"/>
    <w:rsid w:val="00E60983"/>
    <w:rsid w:val="00E61651"/>
    <w:rsid w:val="00E63BDE"/>
    <w:rsid w:val="00E64B49"/>
    <w:rsid w:val="00E66C47"/>
    <w:rsid w:val="00E66D45"/>
    <w:rsid w:val="00E67481"/>
    <w:rsid w:val="00E67812"/>
    <w:rsid w:val="00E6791E"/>
    <w:rsid w:val="00E70085"/>
    <w:rsid w:val="00E72A9D"/>
    <w:rsid w:val="00E72AE1"/>
    <w:rsid w:val="00E74313"/>
    <w:rsid w:val="00E743EB"/>
    <w:rsid w:val="00E751E4"/>
    <w:rsid w:val="00E77B47"/>
    <w:rsid w:val="00E817F1"/>
    <w:rsid w:val="00E820E4"/>
    <w:rsid w:val="00E84561"/>
    <w:rsid w:val="00E854C2"/>
    <w:rsid w:val="00E8570D"/>
    <w:rsid w:val="00E8671C"/>
    <w:rsid w:val="00E86FAE"/>
    <w:rsid w:val="00E87ECE"/>
    <w:rsid w:val="00E91ACC"/>
    <w:rsid w:val="00E9322C"/>
    <w:rsid w:val="00E95A34"/>
    <w:rsid w:val="00E9689E"/>
    <w:rsid w:val="00E972CC"/>
    <w:rsid w:val="00EA02DA"/>
    <w:rsid w:val="00EA4A8B"/>
    <w:rsid w:val="00EA5024"/>
    <w:rsid w:val="00EA6ACD"/>
    <w:rsid w:val="00EA76BE"/>
    <w:rsid w:val="00EA7A5F"/>
    <w:rsid w:val="00EB1757"/>
    <w:rsid w:val="00EB1A40"/>
    <w:rsid w:val="00EB27C3"/>
    <w:rsid w:val="00EB2C65"/>
    <w:rsid w:val="00EB35E1"/>
    <w:rsid w:val="00EB3B37"/>
    <w:rsid w:val="00EB48AB"/>
    <w:rsid w:val="00EB494E"/>
    <w:rsid w:val="00EB53BD"/>
    <w:rsid w:val="00EB7E62"/>
    <w:rsid w:val="00EC2108"/>
    <w:rsid w:val="00EC3260"/>
    <w:rsid w:val="00EC33A7"/>
    <w:rsid w:val="00EC3A8E"/>
    <w:rsid w:val="00EC536B"/>
    <w:rsid w:val="00EC711D"/>
    <w:rsid w:val="00EC7F19"/>
    <w:rsid w:val="00ED2E6F"/>
    <w:rsid w:val="00ED51F8"/>
    <w:rsid w:val="00ED5DB2"/>
    <w:rsid w:val="00ED6A27"/>
    <w:rsid w:val="00ED6F30"/>
    <w:rsid w:val="00ED73AC"/>
    <w:rsid w:val="00EE01AA"/>
    <w:rsid w:val="00EE31B3"/>
    <w:rsid w:val="00EE4976"/>
    <w:rsid w:val="00EE4CD6"/>
    <w:rsid w:val="00EE6A34"/>
    <w:rsid w:val="00EE759E"/>
    <w:rsid w:val="00EF0194"/>
    <w:rsid w:val="00EF2D98"/>
    <w:rsid w:val="00EF38AB"/>
    <w:rsid w:val="00EF38D1"/>
    <w:rsid w:val="00EF3C27"/>
    <w:rsid w:val="00EF438A"/>
    <w:rsid w:val="00EF52BC"/>
    <w:rsid w:val="00F01FD8"/>
    <w:rsid w:val="00F02512"/>
    <w:rsid w:val="00F02A99"/>
    <w:rsid w:val="00F03368"/>
    <w:rsid w:val="00F03516"/>
    <w:rsid w:val="00F03D65"/>
    <w:rsid w:val="00F04CAD"/>
    <w:rsid w:val="00F062BC"/>
    <w:rsid w:val="00F06B59"/>
    <w:rsid w:val="00F0725E"/>
    <w:rsid w:val="00F1195A"/>
    <w:rsid w:val="00F12737"/>
    <w:rsid w:val="00F1286C"/>
    <w:rsid w:val="00F14721"/>
    <w:rsid w:val="00F150CF"/>
    <w:rsid w:val="00F1536A"/>
    <w:rsid w:val="00F162FE"/>
    <w:rsid w:val="00F1663A"/>
    <w:rsid w:val="00F16F0D"/>
    <w:rsid w:val="00F231FE"/>
    <w:rsid w:val="00F24932"/>
    <w:rsid w:val="00F30723"/>
    <w:rsid w:val="00F34654"/>
    <w:rsid w:val="00F353FA"/>
    <w:rsid w:val="00F40DF3"/>
    <w:rsid w:val="00F416B4"/>
    <w:rsid w:val="00F42981"/>
    <w:rsid w:val="00F443EA"/>
    <w:rsid w:val="00F4774C"/>
    <w:rsid w:val="00F510BA"/>
    <w:rsid w:val="00F62173"/>
    <w:rsid w:val="00F627FF"/>
    <w:rsid w:val="00F62EA9"/>
    <w:rsid w:val="00F64786"/>
    <w:rsid w:val="00F73DF0"/>
    <w:rsid w:val="00F75734"/>
    <w:rsid w:val="00F75B1E"/>
    <w:rsid w:val="00F76664"/>
    <w:rsid w:val="00F77014"/>
    <w:rsid w:val="00F772FA"/>
    <w:rsid w:val="00F77C09"/>
    <w:rsid w:val="00F810DE"/>
    <w:rsid w:val="00F8194E"/>
    <w:rsid w:val="00F84F30"/>
    <w:rsid w:val="00F852D3"/>
    <w:rsid w:val="00F92A4F"/>
    <w:rsid w:val="00F94425"/>
    <w:rsid w:val="00F95B60"/>
    <w:rsid w:val="00F95C2F"/>
    <w:rsid w:val="00F96B9B"/>
    <w:rsid w:val="00F97989"/>
    <w:rsid w:val="00FA0771"/>
    <w:rsid w:val="00FA0AA3"/>
    <w:rsid w:val="00FA2838"/>
    <w:rsid w:val="00FA3983"/>
    <w:rsid w:val="00FA4990"/>
    <w:rsid w:val="00FA4EE1"/>
    <w:rsid w:val="00FA532A"/>
    <w:rsid w:val="00FA6763"/>
    <w:rsid w:val="00FA6D71"/>
    <w:rsid w:val="00FA7FAC"/>
    <w:rsid w:val="00FB2157"/>
    <w:rsid w:val="00FB2474"/>
    <w:rsid w:val="00FB5530"/>
    <w:rsid w:val="00FB5AEF"/>
    <w:rsid w:val="00FB7007"/>
    <w:rsid w:val="00FC3F2C"/>
    <w:rsid w:val="00FD0B50"/>
    <w:rsid w:val="00FD2188"/>
    <w:rsid w:val="00FD23ED"/>
    <w:rsid w:val="00FD2A6B"/>
    <w:rsid w:val="00FD321A"/>
    <w:rsid w:val="00FD48A0"/>
    <w:rsid w:val="00FD4C38"/>
    <w:rsid w:val="00FD5F08"/>
    <w:rsid w:val="00FD648E"/>
    <w:rsid w:val="00FE00E2"/>
    <w:rsid w:val="00FE2CF5"/>
    <w:rsid w:val="00FE2FB6"/>
    <w:rsid w:val="00FE77C7"/>
    <w:rsid w:val="00FE79CC"/>
    <w:rsid w:val="00FF0641"/>
    <w:rsid w:val="00FF3D3A"/>
    <w:rsid w:val="00FF4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7B"/>
  </w:style>
  <w:style w:type="paragraph" w:styleId="1">
    <w:name w:val="heading 1"/>
    <w:basedOn w:val="a"/>
    <w:next w:val="a"/>
    <w:qFormat/>
    <w:rsid w:val="00C206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206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A1F12"/>
    <w:pPr>
      <w:keepNext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8A1F12"/>
    <w:pPr>
      <w:keepNext/>
      <w:ind w:firstLine="7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3"/>
    <w:rsid w:val="00166653"/>
    <w:tblPr/>
  </w:style>
  <w:style w:type="table" w:styleId="a3">
    <w:name w:val="Table Grid"/>
    <w:basedOn w:val="a1"/>
    <w:rsid w:val="00166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3B2F"/>
    <w:rPr>
      <w:b/>
      <w:bCs/>
      <w:sz w:val="28"/>
      <w:szCs w:val="24"/>
    </w:rPr>
  </w:style>
  <w:style w:type="paragraph" w:styleId="20">
    <w:name w:val="Body Text Indent 2"/>
    <w:basedOn w:val="a"/>
    <w:link w:val="21"/>
    <w:rsid w:val="00D43B2F"/>
    <w:pPr>
      <w:ind w:firstLine="540"/>
    </w:pPr>
    <w:rPr>
      <w:sz w:val="24"/>
      <w:szCs w:val="24"/>
    </w:rPr>
  </w:style>
  <w:style w:type="paragraph" w:styleId="30">
    <w:name w:val="Body Text Indent 3"/>
    <w:basedOn w:val="a"/>
    <w:link w:val="31"/>
    <w:rsid w:val="00D43B2F"/>
    <w:pPr>
      <w:ind w:firstLine="708"/>
    </w:pPr>
    <w:rPr>
      <w:sz w:val="24"/>
      <w:szCs w:val="24"/>
    </w:rPr>
  </w:style>
  <w:style w:type="paragraph" w:styleId="32">
    <w:name w:val="Body Text 3"/>
    <w:basedOn w:val="a"/>
    <w:link w:val="33"/>
    <w:rsid w:val="00D43B2F"/>
    <w:pPr>
      <w:jc w:val="both"/>
    </w:pPr>
    <w:rPr>
      <w:sz w:val="24"/>
      <w:szCs w:val="24"/>
    </w:rPr>
  </w:style>
  <w:style w:type="paragraph" w:styleId="a6">
    <w:name w:val="header"/>
    <w:basedOn w:val="a"/>
    <w:rsid w:val="0024493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4493D"/>
  </w:style>
  <w:style w:type="paragraph" w:styleId="a8">
    <w:name w:val="Body Text Indent"/>
    <w:basedOn w:val="a"/>
    <w:link w:val="a9"/>
    <w:rsid w:val="008A1F12"/>
    <w:pPr>
      <w:spacing w:after="120"/>
      <w:ind w:left="283"/>
    </w:pPr>
  </w:style>
  <w:style w:type="paragraph" w:styleId="aa">
    <w:name w:val="Plain Text"/>
    <w:basedOn w:val="a"/>
    <w:link w:val="ab"/>
    <w:rsid w:val="008A1F12"/>
    <w:rPr>
      <w:rFonts w:ascii="Courier New" w:hAnsi="Courier New" w:cs="Courier New"/>
    </w:rPr>
  </w:style>
  <w:style w:type="paragraph" w:styleId="ac">
    <w:name w:val="Balloon Text"/>
    <w:basedOn w:val="a"/>
    <w:semiHidden/>
    <w:rsid w:val="00C30F20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287E19"/>
    <w:pPr>
      <w:tabs>
        <w:tab w:val="center" w:pos="4677"/>
        <w:tab w:val="right" w:pos="9355"/>
      </w:tabs>
    </w:pPr>
  </w:style>
  <w:style w:type="paragraph" w:styleId="af">
    <w:name w:val="Subtitle"/>
    <w:basedOn w:val="a"/>
    <w:qFormat/>
    <w:rsid w:val="008D7B37"/>
    <w:pPr>
      <w:jc w:val="center"/>
    </w:pPr>
    <w:rPr>
      <w:sz w:val="28"/>
      <w:szCs w:val="24"/>
    </w:rPr>
  </w:style>
  <w:style w:type="paragraph" w:customStyle="1" w:styleId="af0">
    <w:name w:val="Знак Знак Знак Знак Знак Знак"/>
    <w:basedOn w:val="a"/>
    <w:rsid w:val="0023192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244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basedOn w:val="a0"/>
    <w:link w:val="a4"/>
    <w:rsid w:val="00875093"/>
    <w:rPr>
      <w:b/>
      <w:bCs/>
      <w:sz w:val="28"/>
      <w:szCs w:val="24"/>
    </w:rPr>
  </w:style>
  <w:style w:type="character" w:customStyle="1" w:styleId="21">
    <w:name w:val="Основной текст с отступом 2 Знак"/>
    <w:basedOn w:val="a0"/>
    <w:link w:val="20"/>
    <w:rsid w:val="00875093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875093"/>
    <w:rPr>
      <w:sz w:val="24"/>
      <w:szCs w:val="24"/>
    </w:rPr>
  </w:style>
  <w:style w:type="character" w:customStyle="1" w:styleId="33">
    <w:name w:val="Основной текст 3 Знак"/>
    <w:basedOn w:val="a0"/>
    <w:link w:val="32"/>
    <w:rsid w:val="00875093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875093"/>
  </w:style>
  <w:style w:type="paragraph" w:customStyle="1" w:styleId="11">
    <w:name w:val="Знак1"/>
    <w:basedOn w:val="a"/>
    <w:rsid w:val="002E7A3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1">
    <w:name w:val="List Paragraph"/>
    <w:basedOn w:val="a"/>
    <w:uiPriority w:val="34"/>
    <w:qFormat/>
    <w:rsid w:val="00014CCB"/>
    <w:pPr>
      <w:ind w:left="720"/>
      <w:contextualSpacing/>
    </w:pPr>
  </w:style>
  <w:style w:type="character" w:customStyle="1" w:styleId="ab">
    <w:name w:val="Текст Знак"/>
    <w:basedOn w:val="a0"/>
    <w:link w:val="aa"/>
    <w:rsid w:val="008263BC"/>
    <w:rPr>
      <w:rFonts w:ascii="Courier New" w:hAnsi="Courier New" w:cs="Courier New"/>
    </w:rPr>
  </w:style>
  <w:style w:type="table" w:customStyle="1" w:styleId="12">
    <w:name w:val="Светлый список1"/>
    <w:basedOn w:val="a1"/>
    <w:uiPriority w:val="61"/>
    <w:rsid w:val="007C2FDA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e">
    <w:name w:val="Нижний колонтитул Знак"/>
    <w:basedOn w:val="a0"/>
    <w:link w:val="ad"/>
    <w:uiPriority w:val="99"/>
    <w:rsid w:val="001045E7"/>
  </w:style>
  <w:style w:type="paragraph" w:customStyle="1" w:styleId="ConsPlusCell">
    <w:name w:val="ConsPlusCell"/>
    <w:rsid w:val="0081449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7963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BF3BD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7B"/>
  </w:style>
  <w:style w:type="paragraph" w:styleId="1">
    <w:name w:val="heading 1"/>
    <w:basedOn w:val="a"/>
    <w:next w:val="a"/>
    <w:qFormat/>
    <w:rsid w:val="00C206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206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A1F12"/>
    <w:pPr>
      <w:keepNext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8A1F12"/>
    <w:pPr>
      <w:keepNext/>
      <w:ind w:firstLine="7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3"/>
    <w:rsid w:val="00166653"/>
    <w:tblPr/>
  </w:style>
  <w:style w:type="table" w:styleId="a3">
    <w:name w:val="Table Grid"/>
    <w:basedOn w:val="a1"/>
    <w:rsid w:val="00166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3B2F"/>
    <w:rPr>
      <w:b/>
      <w:bCs/>
      <w:sz w:val="28"/>
      <w:szCs w:val="24"/>
    </w:rPr>
  </w:style>
  <w:style w:type="paragraph" w:styleId="20">
    <w:name w:val="Body Text Indent 2"/>
    <w:basedOn w:val="a"/>
    <w:link w:val="21"/>
    <w:rsid w:val="00D43B2F"/>
    <w:pPr>
      <w:ind w:firstLine="540"/>
    </w:pPr>
    <w:rPr>
      <w:sz w:val="24"/>
      <w:szCs w:val="24"/>
    </w:rPr>
  </w:style>
  <w:style w:type="paragraph" w:styleId="30">
    <w:name w:val="Body Text Indent 3"/>
    <w:basedOn w:val="a"/>
    <w:link w:val="31"/>
    <w:rsid w:val="00D43B2F"/>
    <w:pPr>
      <w:ind w:firstLine="708"/>
    </w:pPr>
    <w:rPr>
      <w:sz w:val="24"/>
      <w:szCs w:val="24"/>
    </w:rPr>
  </w:style>
  <w:style w:type="paragraph" w:styleId="32">
    <w:name w:val="Body Text 3"/>
    <w:basedOn w:val="a"/>
    <w:link w:val="33"/>
    <w:rsid w:val="00D43B2F"/>
    <w:pPr>
      <w:jc w:val="both"/>
    </w:pPr>
    <w:rPr>
      <w:sz w:val="24"/>
      <w:szCs w:val="24"/>
    </w:rPr>
  </w:style>
  <w:style w:type="paragraph" w:styleId="a6">
    <w:name w:val="header"/>
    <w:basedOn w:val="a"/>
    <w:rsid w:val="0024493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4493D"/>
  </w:style>
  <w:style w:type="paragraph" w:styleId="a8">
    <w:name w:val="Body Text Indent"/>
    <w:basedOn w:val="a"/>
    <w:link w:val="a9"/>
    <w:rsid w:val="008A1F12"/>
    <w:pPr>
      <w:spacing w:after="120"/>
      <w:ind w:left="283"/>
    </w:pPr>
  </w:style>
  <w:style w:type="paragraph" w:styleId="aa">
    <w:name w:val="Plain Text"/>
    <w:basedOn w:val="a"/>
    <w:link w:val="ab"/>
    <w:rsid w:val="008A1F12"/>
    <w:rPr>
      <w:rFonts w:ascii="Courier New" w:hAnsi="Courier New" w:cs="Courier New"/>
    </w:rPr>
  </w:style>
  <w:style w:type="paragraph" w:styleId="ac">
    <w:name w:val="Balloon Text"/>
    <w:basedOn w:val="a"/>
    <w:semiHidden/>
    <w:rsid w:val="00C30F20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287E19"/>
    <w:pPr>
      <w:tabs>
        <w:tab w:val="center" w:pos="4677"/>
        <w:tab w:val="right" w:pos="9355"/>
      </w:tabs>
    </w:pPr>
  </w:style>
  <w:style w:type="paragraph" w:styleId="af">
    <w:name w:val="Subtitle"/>
    <w:basedOn w:val="a"/>
    <w:qFormat/>
    <w:rsid w:val="008D7B37"/>
    <w:pPr>
      <w:jc w:val="center"/>
    </w:pPr>
    <w:rPr>
      <w:sz w:val="28"/>
      <w:szCs w:val="24"/>
    </w:rPr>
  </w:style>
  <w:style w:type="paragraph" w:customStyle="1" w:styleId="af0">
    <w:name w:val="Знак Знак Знак Знак Знак Знак"/>
    <w:basedOn w:val="a"/>
    <w:rsid w:val="0023192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244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basedOn w:val="a0"/>
    <w:link w:val="a4"/>
    <w:rsid w:val="00875093"/>
    <w:rPr>
      <w:b/>
      <w:bCs/>
      <w:sz w:val="28"/>
      <w:szCs w:val="24"/>
    </w:rPr>
  </w:style>
  <w:style w:type="character" w:customStyle="1" w:styleId="21">
    <w:name w:val="Основной текст с отступом 2 Знак"/>
    <w:basedOn w:val="a0"/>
    <w:link w:val="20"/>
    <w:rsid w:val="00875093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875093"/>
    <w:rPr>
      <w:sz w:val="24"/>
      <w:szCs w:val="24"/>
    </w:rPr>
  </w:style>
  <w:style w:type="character" w:customStyle="1" w:styleId="33">
    <w:name w:val="Основной текст 3 Знак"/>
    <w:basedOn w:val="a0"/>
    <w:link w:val="32"/>
    <w:rsid w:val="00875093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875093"/>
  </w:style>
  <w:style w:type="paragraph" w:customStyle="1" w:styleId="11">
    <w:name w:val="Знак1"/>
    <w:basedOn w:val="a"/>
    <w:rsid w:val="002E7A3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1">
    <w:name w:val="List Paragraph"/>
    <w:basedOn w:val="a"/>
    <w:uiPriority w:val="34"/>
    <w:qFormat/>
    <w:rsid w:val="00014CCB"/>
    <w:pPr>
      <w:ind w:left="720"/>
      <w:contextualSpacing/>
    </w:pPr>
  </w:style>
  <w:style w:type="character" w:customStyle="1" w:styleId="ab">
    <w:name w:val="Текст Знак"/>
    <w:basedOn w:val="a0"/>
    <w:link w:val="aa"/>
    <w:rsid w:val="008263BC"/>
    <w:rPr>
      <w:rFonts w:ascii="Courier New" w:hAnsi="Courier New" w:cs="Courier New"/>
    </w:rPr>
  </w:style>
  <w:style w:type="table" w:customStyle="1" w:styleId="12">
    <w:name w:val="Светлый список1"/>
    <w:basedOn w:val="a1"/>
    <w:uiPriority w:val="61"/>
    <w:rsid w:val="007C2FDA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e">
    <w:name w:val="Нижний колонтитул Знак"/>
    <w:basedOn w:val="a0"/>
    <w:link w:val="ad"/>
    <w:uiPriority w:val="99"/>
    <w:rsid w:val="001045E7"/>
  </w:style>
  <w:style w:type="paragraph" w:customStyle="1" w:styleId="ConsPlusCell">
    <w:name w:val="ConsPlusCell"/>
    <w:rsid w:val="0081449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7963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BF3BD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8;&#1056;&#1048;&#1050;&#1054;&#1047;\&#1052;&#1086;&#1080;%20&#1076;&#1086;&#1082;&#1091;&#1084;&#1077;&#1085;&#1090;&#1099;\&#1055;&#1086;&#1103;&#1089;&#1085;.%20&#1087;&#1086;%20&#1073;&#1102;&#1076;&#1078;&#1077;&#1088;&#1091;%202013-2015%20&#1075;&#1086;&#1076;&#1086;&#1074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0AACA-449D-4942-B9AA-8140C5FB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Поясн. по бюджеру 2013-2015 годов.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 районного бюджета на 2006 год с учетом расходов по осуществлению гос</vt:lpstr>
    </vt:vector>
  </TitlesOfParts>
  <Company>ФинУправ Братского района</Company>
  <LinksUpToDate>false</LinksUpToDate>
  <CharactersWithSpaces>2117</CharactersWithSpaces>
  <SharedDoc>false</SharedDoc>
  <HLinks>
    <vt:vector size="6" baseType="variant"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consultantplus://offline/main?base=RLAW411;n=51405;fld=134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 районного бюджета на 2006 год с учетом расходов по осуществлению гос</dc:title>
  <dc:creator>User</dc:creator>
  <cp:lastModifiedBy>Пользователь Windows</cp:lastModifiedBy>
  <cp:revision>4</cp:revision>
  <cp:lastPrinted>2024-07-22T06:30:00Z</cp:lastPrinted>
  <dcterms:created xsi:type="dcterms:W3CDTF">2024-07-15T11:36:00Z</dcterms:created>
  <dcterms:modified xsi:type="dcterms:W3CDTF">2024-07-22T06:30:00Z</dcterms:modified>
</cp:coreProperties>
</file>